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A45B7" w14:textId="77777777" w:rsidR="005E739E" w:rsidRPr="003A5C25" w:rsidRDefault="005E739E" w:rsidP="00786FC7">
      <w:pPr>
        <w:pStyle w:val="000H1"/>
      </w:pPr>
    </w:p>
    <w:p w14:paraId="637F5A39" w14:textId="32F16DB3" w:rsidR="00715EAE" w:rsidRPr="00786FC7" w:rsidRDefault="00F85A19" w:rsidP="00786FC7">
      <w:pPr>
        <w:pStyle w:val="000H1"/>
        <w:rPr>
          <w:rtl/>
        </w:rPr>
      </w:pPr>
      <w:r w:rsidRPr="00786FC7">
        <w:rPr>
          <w:rFonts w:hint="cs"/>
          <w:rtl/>
        </w:rPr>
        <w:t>بداية جديدة في ميلانو</w:t>
      </w:r>
      <w:r w:rsidRPr="00786FC7">
        <w:t xml:space="preserve"> </w:t>
      </w:r>
      <w:r w:rsidRPr="00786FC7">
        <w:rPr>
          <w:rFonts w:hint="cs"/>
          <w:rtl/>
        </w:rPr>
        <w:t>تزامنًا مع إزاحة أودي الستار عن تصميم جديد</w:t>
      </w:r>
    </w:p>
    <w:p w14:paraId="5B538474" w14:textId="77777777" w:rsidR="005E739E" w:rsidRPr="003A5C25" w:rsidRDefault="005E739E" w:rsidP="00786FC7">
      <w:pPr>
        <w:pStyle w:val="000H1"/>
      </w:pPr>
    </w:p>
    <w:p w14:paraId="094BECFD" w14:textId="77777777" w:rsidR="00D5028F" w:rsidRPr="00786FC7" w:rsidRDefault="00D5028F" w:rsidP="00786FC7">
      <w:pPr>
        <w:pStyle w:val="000Bulletpoint"/>
        <w:rPr>
          <w:rtl/>
        </w:rPr>
      </w:pPr>
      <w:r w:rsidRPr="00E52FB1">
        <w:rPr>
          <w:rFonts w:ascii="GE SS Text Medium" w:hAnsi="GE SS Text Medium" w:hint="cs"/>
          <w:b w:val="0"/>
          <w:bCs w:val="0"/>
          <w:rtl/>
        </w:rPr>
        <w:t>تجسد سيارة</w:t>
      </w:r>
      <w:r w:rsidRPr="00786FC7">
        <w:rPr>
          <w:rFonts w:hint="cs"/>
          <w:rtl/>
        </w:rPr>
        <w:t xml:space="preserve"> </w:t>
      </w:r>
      <w:r w:rsidRPr="00786FC7">
        <w:t>Audi Concept C</w:t>
      </w:r>
      <w:r w:rsidRPr="00E52FB1">
        <w:rPr>
          <w:rFonts w:ascii="GE SS Text Medium" w:hAnsi="GE SS Text Medium" w:hint="cs"/>
          <w:b w:val="0"/>
          <w:bCs w:val="0"/>
          <w:rtl/>
        </w:rPr>
        <w:t xml:space="preserve"> التجريبية فلسفة جديدة في التصميم</w:t>
      </w:r>
    </w:p>
    <w:p w14:paraId="362DD49E" w14:textId="77777777" w:rsidR="002D1ACE" w:rsidRPr="00E52FB1" w:rsidRDefault="00304EFD" w:rsidP="00786FC7">
      <w:pPr>
        <w:pStyle w:val="000Bulletpoint"/>
        <w:rPr>
          <w:rFonts w:ascii="GE SS Text Medium" w:hAnsi="GE SS Text Medium"/>
          <w:b w:val="0"/>
          <w:bCs w:val="0"/>
          <w:rtl/>
        </w:rPr>
      </w:pPr>
      <w:r w:rsidRPr="00E52FB1">
        <w:rPr>
          <w:rFonts w:ascii="GE SS Text Medium" w:hAnsi="GE SS Text Medium" w:hint="cs"/>
          <w:b w:val="0"/>
          <w:bCs w:val="0"/>
          <w:rtl/>
        </w:rPr>
        <w:t>أودي تقدم سيارة رياضية كهربائية بالكامل من مقعدين تعبر عن بُعد عاطفي مبهر</w:t>
      </w:r>
      <w:r w:rsidRPr="00E52FB1">
        <w:rPr>
          <w:rFonts w:ascii="GE SS Text Medium" w:hAnsi="GE SS Text Medium" w:hint="cs"/>
          <w:b w:val="0"/>
          <w:bCs w:val="0"/>
        </w:rPr>
        <w:t xml:space="preserve"> </w:t>
      </w:r>
    </w:p>
    <w:p w14:paraId="6670DE23" w14:textId="024BA0DC" w:rsidR="00304EFD" w:rsidRPr="00E52FB1" w:rsidRDefault="5B211D7F" w:rsidP="00786FC7">
      <w:pPr>
        <w:pStyle w:val="000Bulletpoint"/>
        <w:rPr>
          <w:rFonts w:ascii="GE SS Text Medium" w:hAnsi="GE SS Text Medium"/>
          <w:b w:val="0"/>
          <w:bCs w:val="0"/>
          <w:rtl/>
        </w:rPr>
      </w:pPr>
      <w:r w:rsidRPr="00E52FB1">
        <w:rPr>
          <w:rFonts w:ascii="GE SS Text Medium" w:hAnsi="GE SS Text Medium" w:hint="cs"/>
          <w:b w:val="0"/>
          <w:bCs w:val="0"/>
          <w:rtl/>
        </w:rPr>
        <w:t>يجمع السقف المكشوف الجديد بين فخامة سيارات الكوبيه وبين متعة السقف المفتوح</w:t>
      </w:r>
    </w:p>
    <w:p w14:paraId="1306C7FF" w14:textId="77777777" w:rsidR="00304EFD" w:rsidRPr="00E52FB1" w:rsidRDefault="00304EFD" w:rsidP="00786FC7">
      <w:pPr>
        <w:pStyle w:val="000Bulletpoint"/>
        <w:rPr>
          <w:rFonts w:ascii="GE SS Text Medium" w:hAnsi="GE SS Text Medium"/>
          <w:b w:val="0"/>
          <w:bCs w:val="0"/>
          <w:rtl/>
        </w:rPr>
      </w:pPr>
      <w:r w:rsidRPr="00E52FB1">
        <w:rPr>
          <w:rFonts w:ascii="GE SS Text Medium" w:hAnsi="GE SS Text Medium" w:hint="cs"/>
          <w:b w:val="0"/>
          <w:bCs w:val="0"/>
          <w:rtl/>
        </w:rPr>
        <w:t>يشكل الإطار الرأسي عنصرًا أساسيًا في التصميم الجديد من أودي</w:t>
      </w:r>
    </w:p>
    <w:p w14:paraId="06334EF7" w14:textId="05364AC7" w:rsidR="00304EFD" w:rsidRPr="00E52FB1" w:rsidDel="00836FF7" w:rsidRDefault="00304EFD" w:rsidP="00786FC7">
      <w:pPr>
        <w:pStyle w:val="000Bulletpoint"/>
        <w:rPr>
          <w:rFonts w:ascii="GE SS Text Medium" w:hAnsi="GE SS Text Medium"/>
          <w:b w:val="0"/>
          <w:bCs w:val="0"/>
          <w:rtl/>
        </w:rPr>
      </w:pPr>
      <w:r w:rsidRPr="00E52FB1">
        <w:rPr>
          <w:rFonts w:ascii="GE SS Text Medium" w:hAnsi="GE SS Text Medium" w:hint="cs"/>
          <w:b w:val="0"/>
          <w:bCs w:val="0"/>
          <w:rtl/>
        </w:rPr>
        <w:t>سيارة تجريبية تعبر عن البساطة التامة والدقة التقنية</w:t>
      </w:r>
    </w:p>
    <w:p w14:paraId="093B323B" w14:textId="61442FCB" w:rsidR="00BA6A97" w:rsidRPr="007C0B22" w:rsidRDefault="00F266AE" w:rsidP="007C0B22">
      <w:pPr>
        <w:pStyle w:val="000Introduction"/>
        <w:rPr>
          <w:rFonts w:eastAsiaTheme="minorEastAsia"/>
          <w:rtl/>
        </w:rPr>
      </w:pPr>
      <w:r w:rsidRPr="007C0B22">
        <w:rPr>
          <w:rFonts w:hint="cs"/>
          <w:rtl/>
        </w:rPr>
        <w:t xml:space="preserve">ميلانو/إنجولشتات، </w:t>
      </w:r>
      <w:r w:rsidR="002B4ED5" w:rsidRPr="002B4ED5">
        <w:t>4</w:t>
      </w:r>
      <w:r w:rsidRPr="007C0B22">
        <w:rPr>
          <w:rFonts w:hint="cs"/>
          <w:rtl/>
        </w:rPr>
        <w:t xml:space="preserve"> سبتمبر </w:t>
      </w:r>
      <w:r w:rsidRPr="00E95C21">
        <w:rPr>
          <w:rFonts w:hint="cs"/>
          <w:b w:val="0"/>
          <w:bCs/>
          <w:rtl/>
        </w:rPr>
        <w:t>2025</w:t>
      </w:r>
      <w:r w:rsidRPr="007C0B22">
        <w:rPr>
          <w:rFonts w:hint="cs"/>
          <w:rtl/>
        </w:rPr>
        <w:t xml:space="preserve"> - خطت أودي خطوة أخرى جريئة في عالم يزداد تعقيدًا دون تنازل عن التزامها المطلق بالوضوح والبساطة.</w:t>
      </w:r>
      <w:r w:rsidRPr="007C0B22">
        <w:t xml:space="preserve"> </w:t>
      </w:r>
      <w:r w:rsidR="00981C74" w:rsidRPr="007C0B22">
        <w:rPr>
          <w:rFonts w:hint="cs"/>
          <w:rtl/>
        </w:rPr>
        <w:t>ف</w:t>
      </w:r>
      <w:r w:rsidRPr="007C0B22">
        <w:rPr>
          <w:rFonts w:hint="cs"/>
          <w:rtl/>
        </w:rPr>
        <w:t xml:space="preserve">قد قدمت أودي لمحة دقيقة عن نظرتها التصميمية للمستقبل بكشفها عن سيارة </w:t>
      </w:r>
      <w:r w:rsidRPr="007C0B22">
        <w:t>Audi Concept C</w:t>
      </w:r>
      <w:r w:rsidRPr="007C0B22">
        <w:rPr>
          <w:rFonts w:hint="cs"/>
          <w:rtl/>
        </w:rPr>
        <w:t xml:space="preserve"> التجريبية، وهي سيارة رياضية وكهربائية بالكامل ومن مقعدين تجسد فلسفة التصميم الجديد لدى العلامة</w:t>
      </w:r>
      <w:r w:rsidR="00981C74" w:rsidRPr="007C0B22">
        <w:rPr>
          <w:rFonts w:hint="cs"/>
          <w:rtl/>
        </w:rPr>
        <w:t>،</w:t>
      </w:r>
      <w:r w:rsidRPr="007C0B22">
        <w:rPr>
          <w:rFonts w:hint="cs"/>
          <w:rtl/>
        </w:rPr>
        <w:t xml:space="preserve"> وتمهد الطريق أمام انطلاق أودي نحو مرحلة مستقبلية جديدة.</w:t>
      </w:r>
      <w:r w:rsidRPr="007C0B22">
        <w:t xml:space="preserve"> </w:t>
      </w:r>
    </w:p>
    <w:p w14:paraId="4211D352" w14:textId="77777777" w:rsidR="00361C4F" w:rsidRPr="003A5C25" w:rsidRDefault="00361C4F" w:rsidP="003A5C25">
      <w:pPr>
        <w:pStyle w:val="000Copy"/>
        <w:bidi/>
        <w:jc w:val="both"/>
        <w:rPr>
          <w:rFonts w:cs="GE SS Text Medium"/>
          <w:bCs/>
          <w:lang w:val="en-GB"/>
        </w:rPr>
      </w:pPr>
    </w:p>
    <w:p w14:paraId="48503036" w14:textId="6BCB37F3" w:rsidR="00C24ED2" w:rsidRPr="00607F7B" w:rsidRDefault="00BA6A97" w:rsidP="003A5C25">
      <w:pPr>
        <w:pStyle w:val="000Copy"/>
        <w:bidi/>
        <w:jc w:val="both"/>
        <w:rPr>
          <w:rFonts w:ascii="GE SS Text Light" w:hAnsi="GE SS Text Light" w:cs="GE SS Text Light"/>
          <w:rtl/>
        </w:rPr>
      </w:pPr>
      <w:r w:rsidRPr="00607F7B">
        <w:rPr>
          <w:rFonts w:ascii="GE SS Text Light" w:hAnsi="GE SS Text Light" w:cs="GE SS Text Light" w:hint="cs"/>
          <w:rtl/>
        </w:rPr>
        <w:t>أقيمت الفعالية في ميلانو تحت شعار "نسعى للوضوح" لتكتب فصلاً جديدًا في رحلة تحول الشركة.</w:t>
      </w:r>
      <w:r w:rsidRPr="00607F7B">
        <w:rPr>
          <w:rFonts w:ascii="GE SS Text Light" w:hAnsi="GE SS Text Light" w:cs="GE SS Text Light" w:hint="cs"/>
        </w:rPr>
        <w:t xml:space="preserve"> </w:t>
      </w:r>
      <w:r w:rsidRPr="00607F7B">
        <w:rPr>
          <w:rFonts w:ascii="GE SS Text Light" w:hAnsi="GE SS Text Light" w:cs="GE SS Text Light" w:hint="cs"/>
          <w:rtl/>
        </w:rPr>
        <w:t>و</w:t>
      </w:r>
      <w:r w:rsidR="00981C74" w:rsidRPr="00607F7B">
        <w:rPr>
          <w:rFonts w:ascii="GE SS Text Light" w:hAnsi="GE SS Text Light" w:cs="GE SS Text Light" w:hint="cs"/>
          <w:rtl/>
        </w:rPr>
        <w:t>ت</w:t>
      </w:r>
      <w:r w:rsidRPr="00607F7B">
        <w:rPr>
          <w:rFonts w:ascii="GE SS Text Light" w:hAnsi="GE SS Text Light" w:cs="GE SS Text Light" w:hint="cs"/>
          <w:rtl/>
        </w:rPr>
        <w:t>شكل كذلك الفلسفة التصميمية الجديدة جزءًا من التوجه الأساسي الجديد لأودي</w:t>
      </w:r>
      <w:r w:rsidR="00981C74" w:rsidRPr="00607F7B">
        <w:rPr>
          <w:rFonts w:ascii="GE SS Text Light" w:hAnsi="GE SS Text Light" w:cs="GE SS Text Light" w:hint="cs"/>
          <w:rtl/>
        </w:rPr>
        <w:t>،</w:t>
      </w:r>
      <w:r w:rsidRPr="00607F7B">
        <w:rPr>
          <w:rFonts w:ascii="GE SS Text Light" w:hAnsi="GE SS Text Light" w:cs="GE SS Text Light" w:hint="cs"/>
          <w:rtl/>
        </w:rPr>
        <w:t xml:space="preserve"> وي</w:t>
      </w:r>
      <w:r w:rsidR="00981C74" w:rsidRPr="00607F7B">
        <w:rPr>
          <w:rFonts w:ascii="GE SS Text Light" w:hAnsi="GE SS Text Light" w:cs="GE SS Text Light" w:hint="cs"/>
          <w:rtl/>
        </w:rPr>
        <w:t>ت</w:t>
      </w:r>
      <w:r w:rsidRPr="00607F7B">
        <w:rPr>
          <w:rFonts w:ascii="GE SS Text Light" w:hAnsi="GE SS Text Light" w:cs="GE SS Text Light" w:hint="cs"/>
          <w:rtl/>
        </w:rPr>
        <w:t>مثل كذلك بداية جديدة تمامًا للشركة بأكملها؛</w:t>
      </w:r>
      <w:r w:rsidRPr="00607F7B">
        <w:rPr>
          <w:rFonts w:ascii="GE SS Text Light" w:hAnsi="GE SS Text Light" w:cs="GE SS Text Light" w:hint="cs"/>
        </w:rPr>
        <w:t xml:space="preserve"> </w:t>
      </w:r>
      <w:r w:rsidRPr="00607F7B">
        <w:rPr>
          <w:rFonts w:ascii="GE SS Text Light" w:hAnsi="GE SS Text Light" w:cs="GE SS Text Light" w:hint="cs"/>
          <w:rtl/>
        </w:rPr>
        <w:t>حيث أصبح التركيز في المنتجات والعمليات والبِنى الأساسية منصبًا بالكامل على ما هو جوهري وضروري، ما يهيّئ مساحة للابتكار والريادة التقنية.</w:t>
      </w:r>
    </w:p>
    <w:p w14:paraId="359D74CD" w14:textId="77777777" w:rsidR="00361C4F" w:rsidRPr="003A5C25" w:rsidRDefault="00361C4F" w:rsidP="003A5C25">
      <w:pPr>
        <w:pStyle w:val="000Copy"/>
        <w:bidi/>
        <w:jc w:val="both"/>
        <w:rPr>
          <w:rFonts w:cs="GE SS Text Light"/>
          <w:lang w:val="en-GB"/>
        </w:rPr>
      </w:pPr>
    </w:p>
    <w:p w14:paraId="3A20A015" w14:textId="39DE1C07" w:rsidR="002E1EAB" w:rsidRPr="003A5C25" w:rsidRDefault="00140532" w:rsidP="003A5C25">
      <w:pPr>
        <w:pStyle w:val="000Copy"/>
        <w:bidi/>
        <w:jc w:val="both"/>
        <w:rPr>
          <w:rFonts w:cs="GE SS Text Light"/>
          <w:rtl/>
        </w:rPr>
      </w:pPr>
      <w:r w:rsidRPr="003A5C25">
        <w:rPr>
          <w:rFonts w:cs="GE SS Text Light" w:hint="cs"/>
          <w:rtl/>
        </w:rPr>
        <w:t xml:space="preserve">تعبر السيارة التجريبية </w:t>
      </w:r>
      <w:r w:rsidR="003A5C25">
        <w:rPr>
          <w:rFonts w:cs="GE SS Text Light" w:hint="cs"/>
          <w:rtl/>
        </w:rPr>
        <w:t xml:space="preserve">من </w:t>
      </w:r>
      <w:r w:rsidRPr="003A5C25">
        <w:rPr>
          <w:rFonts w:cs="GE SS Text Light" w:hint="cs"/>
          <w:rtl/>
        </w:rPr>
        <w:t>جميع زواياها عن مفهوم البساطة التامة، وهي الركيزة الأساسية لفلسفة أودي التصميمية الجديدة.</w:t>
      </w:r>
      <w:r w:rsidRPr="003A5C25">
        <w:rPr>
          <w:rFonts w:cs="GE SS Text Light"/>
        </w:rPr>
        <w:t xml:space="preserve"> </w:t>
      </w:r>
      <w:r w:rsidRPr="003A5C25">
        <w:rPr>
          <w:rFonts w:cs="GE SS Text Light" w:hint="cs"/>
          <w:rtl/>
        </w:rPr>
        <w:t xml:space="preserve">فتجسد سيارة </w:t>
      </w:r>
      <w:r w:rsidRPr="003A5C25">
        <w:rPr>
          <w:rFonts w:cs="GE SS Text Light"/>
        </w:rPr>
        <w:t>Audi Concept C</w:t>
      </w:r>
      <w:r w:rsidRPr="003A5C25">
        <w:rPr>
          <w:rFonts w:cs="GE SS Text Light" w:hint="cs"/>
          <w:rtl/>
        </w:rPr>
        <w:t xml:space="preserve"> مفهوم البساطة الرياضية التي تتجلى في نقاء الخطوط ودقة التفاصيل وصلابة التكوين.</w:t>
      </w:r>
      <w:r w:rsidRPr="003A5C25">
        <w:rPr>
          <w:rFonts w:cs="GE SS Text Light"/>
        </w:rPr>
        <w:t xml:space="preserve"> </w:t>
      </w:r>
      <w:r w:rsidRPr="003A5C25">
        <w:rPr>
          <w:rFonts w:cs="GE SS Text Light" w:hint="cs"/>
          <w:rtl/>
        </w:rPr>
        <w:t>أما محور التركيز فيتجلى في التداخل بين الأسطح الممتلئة والأخرى المسطحة والتي يتقاطع معها جميعها خط تصميمي واحد</w:t>
      </w:r>
      <w:r w:rsidRPr="003A5C25">
        <w:rPr>
          <w:rFonts w:cs="GE SS Text Light"/>
        </w:rPr>
        <w:t xml:space="preserve"> </w:t>
      </w:r>
      <w:r w:rsidRPr="003A5C25">
        <w:rPr>
          <w:rFonts w:cs="GE SS Text Light" w:hint="cs"/>
          <w:rtl/>
        </w:rPr>
        <w:t>لتشكل هذه العناصر معًا جوهر البنية الأساسية للتصميم.</w:t>
      </w:r>
      <w:r w:rsidRPr="003A5C25">
        <w:rPr>
          <w:rFonts w:cs="GE SS Text Light"/>
        </w:rPr>
        <w:t xml:space="preserve"> </w:t>
      </w:r>
      <w:r w:rsidRPr="003A5C25">
        <w:rPr>
          <w:rFonts w:cs="GE SS Text Light" w:hint="cs"/>
          <w:rtl/>
        </w:rPr>
        <w:t>يتميز الوجه الجديد لعلامة أودي بإطار رأسي يقدم تصورًا جديدًا لتراث العلامة، إلى جانب نمط إضاءة متميز من أربع وحدات.</w:t>
      </w:r>
      <w:r w:rsidRPr="003A5C25">
        <w:rPr>
          <w:rFonts w:cs="GE SS Text Light"/>
        </w:rPr>
        <w:t xml:space="preserve"> </w:t>
      </w:r>
      <w:r w:rsidRPr="003A5C25">
        <w:rPr>
          <w:rFonts w:cs="GE SS Text Light" w:hint="cs"/>
          <w:rtl/>
        </w:rPr>
        <w:t>أما المفهوم الذي صُمم به سقف السيارة، فيجمع بين ميزات السقف القابل للطي مع الاحتفاظ بالفكرة الأساسية لتصميم الهيكل القوي المكون من وحدة واحدة.</w:t>
      </w:r>
      <w:r w:rsidRPr="003A5C25">
        <w:rPr>
          <w:rFonts w:cs="GE SS Text Light"/>
        </w:rPr>
        <w:t xml:space="preserve"> </w:t>
      </w:r>
      <w:r w:rsidRPr="003A5C25">
        <w:rPr>
          <w:rFonts w:cs="GE SS Text Light" w:hint="cs"/>
          <w:rtl/>
        </w:rPr>
        <w:t>تعبر المواد عالية الجودة المستخدمة عن الدقة في كل التفاصيل،</w:t>
      </w:r>
      <w:r w:rsidRPr="003A5C25">
        <w:rPr>
          <w:rFonts w:cs="GE SS Text Light"/>
        </w:rPr>
        <w:t xml:space="preserve"> </w:t>
      </w:r>
      <w:r w:rsidRPr="003A5C25">
        <w:rPr>
          <w:rFonts w:cs="GE SS Text Light" w:hint="cs"/>
          <w:rtl/>
        </w:rPr>
        <w:t>بينما يضمن التصميم المبسط للمقصورة الداخلية تهيئة بيئة خالية من المشتتات.</w:t>
      </w:r>
      <w:r w:rsidRPr="003A5C25">
        <w:rPr>
          <w:rFonts w:cs="GE SS Text Light"/>
        </w:rPr>
        <w:t xml:space="preserve"> </w:t>
      </w:r>
      <w:r w:rsidRPr="003A5C25">
        <w:rPr>
          <w:rFonts w:cs="GE SS Text Light" w:hint="cs"/>
          <w:rtl/>
        </w:rPr>
        <w:t>كذلك تقدم الحلول التقنية غير الظاهرة وعناصر التحكم اللمسية تجربة قيادة انسيابية تخاطب الحواس والعواطف.</w:t>
      </w:r>
    </w:p>
    <w:p w14:paraId="48B367A3" w14:textId="77777777" w:rsidR="004E7157" w:rsidRPr="003A5C25" w:rsidRDefault="004E7157" w:rsidP="003A5C25">
      <w:pPr>
        <w:pStyle w:val="000Copy"/>
        <w:bidi/>
        <w:jc w:val="both"/>
        <w:rPr>
          <w:rFonts w:cs="GE SS Text Light"/>
          <w:lang w:val="en-GB"/>
        </w:rPr>
      </w:pPr>
    </w:p>
    <w:p w14:paraId="2A23594B" w14:textId="5C2D2E3B" w:rsidR="0047132B" w:rsidRPr="003A5C25" w:rsidRDefault="00C24ED2" w:rsidP="003A5C25">
      <w:pPr>
        <w:widowControl w:val="0"/>
        <w:suppressAutoHyphens/>
        <w:bidi/>
        <w:spacing w:after="240" w:line="300" w:lineRule="exact"/>
        <w:jc w:val="both"/>
        <w:rPr>
          <w:rFonts w:eastAsia="Times New Roman" w:cs="GE SS Text Light"/>
          <w:szCs w:val="20"/>
          <w:rtl/>
        </w:rPr>
      </w:pPr>
      <w:r w:rsidRPr="003A5C25">
        <w:rPr>
          <w:rFonts w:cs="GE SS Text Light" w:hint="cs"/>
          <w:szCs w:val="20"/>
          <w:rtl/>
        </w:rPr>
        <w:t xml:space="preserve">يؤكد غيرنوت دولنر، الرئيس التنفيذي لأودي قائلاً: "تاريخنا ثريّ بالقفزات الجريئة في الابتكار والتقنية المتطورة، إلى جانب تركيز </w:t>
      </w:r>
      <w:r w:rsidR="00981C74">
        <w:rPr>
          <w:rFonts w:cs="GE SS Text Light" w:hint="cs"/>
          <w:szCs w:val="20"/>
          <w:rtl/>
        </w:rPr>
        <w:t xml:space="preserve">راسخ </w:t>
      </w:r>
      <w:r w:rsidRPr="003A5C25">
        <w:rPr>
          <w:rFonts w:cs="GE SS Text Light" w:hint="cs"/>
          <w:szCs w:val="20"/>
          <w:rtl/>
        </w:rPr>
        <w:t>على وضوح التصميم،</w:t>
      </w:r>
      <w:r w:rsidRPr="003A5C25">
        <w:rPr>
          <w:rFonts w:cs="GE SS Text Light"/>
          <w:szCs w:val="20"/>
        </w:rPr>
        <w:t xml:space="preserve"> </w:t>
      </w:r>
      <w:r w:rsidRPr="003A5C25">
        <w:rPr>
          <w:rFonts w:cs="GE SS Text Light" w:hint="cs"/>
          <w:szCs w:val="20"/>
          <w:rtl/>
        </w:rPr>
        <w:t>و</w:t>
      </w:r>
      <w:r w:rsidR="00981C74">
        <w:rPr>
          <w:rFonts w:cs="GE SS Text Light" w:hint="cs"/>
          <w:szCs w:val="20"/>
          <w:rtl/>
        </w:rPr>
        <w:t xml:space="preserve">قد جاءت </w:t>
      </w:r>
      <w:r w:rsidRPr="003A5C25">
        <w:rPr>
          <w:rFonts w:cs="GE SS Text Light" w:hint="cs"/>
          <w:szCs w:val="20"/>
          <w:rtl/>
        </w:rPr>
        <w:t xml:space="preserve">أشهر طرازاتنا الأسطورية </w:t>
      </w:r>
      <w:r w:rsidR="00981C74">
        <w:rPr>
          <w:rFonts w:cs="GE SS Text Light" w:hint="cs"/>
          <w:szCs w:val="20"/>
          <w:rtl/>
        </w:rPr>
        <w:t>كتعبير</w:t>
      </w:r>
      <w:r w:rsidRPr="003A5C25">
        <w:rPr>
          <w:rFonts w:cs="GE SS Text Light" w:hint="cs"/>
          <w:szCs w:val="20"/>
          <w:rtl/>
        </w:rPr>
        <w:t xml:space="preserve"> مثالي </w:t>
      </w:r>
      <w:r w:rsidR="00981C74">
        <w:rPr>
          <w:rFonts w:cs="GE SS Text Light" w:hint="cs"/>
          <w:szCs w:val="20"/>
          <w:rtl/>
        </w:rPr>
        <w:t xml:space="preserve">عن </w:t>
      </w:r>
      <w:r w:rsidRPr="003A5C25">
        <w:rPr>
          <w:rFonts w:cs="GE SS Text Light" w:hint="cs"/>
          <w:szCs w:val="20"/>
          <w:rtl/>
        </w:rPr>
        <w:t>هذا التوازن الفريد."</w:t>
      </w:r>
      <w:r w:rsidRPr="003A5C25">
        <w:rPr>
          <w:rFonts w:cs="GE SS Text Light"/>
          <w:szCs w:val="20"/>
        </w:rPr>
        <w:t xml:space="preserve"> </w:t>
      </w:r>
    </w:p>
    <w:p w14:paraId="3E95AF49" w14:textId="77777777" w:rsidR="009401A6" w:rsidRPr="003A5C25" w:rsidRDefault="23A88390" w:rsidP="003A5C25">
      <w:pPr>
        <w:pStyle w:val="000H2"/>
        <w:rPr>
          <w:rtl/>
        </w:rPr>
      </w:pPr>
      <w:r w:rsidRPr="003A5C25">
        <w:rPr>
          <w:rFonts w:hint="cs"/>
          <w:rtl/>
        </w:rPr>
        <w:t>إطار رأسي يشكل ملامح الواجهة الأمامية</w:t>
      </w:r>
    </w:p>
    <w:p w14:paraId="10AA27A3" w14:textId="5511823A" w:rsidR="002E1EAB" w:rsidRPr="003A5C25" w:rsidRDefault="00426AA9" w:rsidP="003A5C25">
      <w:pPr>
        <w:pStyle w:val="000Copy"/>
        <w:bidi/>
        <w:jc w:val="both"/>
        <w:rPr>
          <w:rFonts w:cs="GE SS Text Light"/>
          <w:rtl/>
        </w:rPr>
      </w:pPr>
      <w:r w:rsidRPr="003A5C25">
        <w:rPr>
          <w:rFonts w:cs="GE SS Text Light" w:hint="cs"/>
          <w:rtl/>
        </w:rPr>
        <w:t xml:space="preserve">تُعد </w:t>
      </w:r>
      <w:r w:rsidRPr="003A5C25">
        <w:rPr>
          <w:rFonts w:cs="GE SS Text Light"/>
        </w:rPr>
        <w:t>Audi Concept C</w:t>
      </w:r>
      <w:r w:rsidRPr="003A5C25">
        <w:rPr>
          <w:rFonts w:cs="GE SS Text Light" w:hint="cs"/>
          <w:rtl/>
        </w:rPr>
        <w:t xml:space="preserve"> أول تجسيد عملي لفلسفة التصميم الجديدة لدى أودي.</w:t>
      </w:r>
      <w:r w:rsidRPr="003A5C25">
        <w:rPr>
          <w:rFonts w:cs="GE SS Text Light"/>
        </w:rPr>
        <w:t xml:space="preserve"> </w:t>
      </w:r>
      <w:r w:rsidRPr="003A5C25">
        <w:rPr>
          <w:rFonts w:cs="GE SS Text Light" w:hint="cs"/>
          <w:rtl/>
        </w:rPr>
        <w:t>فيُشكّل الإطار الرأسي محور الواجهة الأمامية الجديدة، ومنه تنبثق الكتلة التصميمية الكاملة للسيارة.</w:t>
      </w:r>
      <w:r w:rsidRPr="003A5C25">
        <w:rPr>
          <w:rFonts w:cs="GE SS Text Light"/>
        </w:rPr>
        <w:t xml:space="preserve"> </w:t>
      </w:r>
      <w:r w:rsidRPr="003A5C25">
        <w:rPr>
          <w:rFonts w:cs="GE SS Text Light" w:hint="cs"/>
          <w:rtl/>
        </w:rPr>
        <w:t xml:space="preserve">وقد استُلهم هذا العنصر من سيارة </w:t>
      </w:r>
      <w:r w:rsidRPr="003A5C25">
        <w:rPr>
          <w:rFonts w:cs="GE SS Text Light"/>
        </w:rPr>
        <w:t>Auto Union Type C</w:t>
      </w:r>
      <w:r w:rsidRPr="003A5C25">
        <w:rPr>
          <w:rFonts w:cs="GE SS Text Light" w:hint="cs"/>
          <w:rtl/>
        </w:rPr>
        <w:t xml:space="preserve"> التي أطلقت عام 1936 والجيل الثالث من سيارة </w:t>
      </w:r>
      <w:r w:rsidRPr="003A5C25">
        <w:rPr>
          <w:rFonts w:cs="GE SS Text Light"/>
        </w:rPr>
        <w:t>Audi A6</w:t>
      </w:r>
      <w:r w:rsidRPr="003A5C25">
        <w:rPr>
          <w:rFonts w:cs="GE SS Text Light" w:hint="cs"/>
          <w:rtl/>
        </w:rPr>
        <w:t xml:space="preserve"> الذي رآه العالم عام 2004، </w:t>
      </w:r>
      <w:r w:rsidR="001138C1">
        <w:rPr>
          <w:rFonts w:cs="GE SS Text Light" w:hint="cs"/>
          <w:rtl/>
        </w:rPr>
        <w:t>ف</w:t>
      </w:r>
      <w:r w:rsidRPr="003A5C25">
        <w:rPr>
          <w:rFonts w:cs="GE SS Text Light" w:hint="cs"/>
          <w:rtl/>
        </w:rPr>
        <w:t xml:space="preserve">يظهر </w:t>
      </w:r>
      <w:r w:rsidR="001138C1">
        <w:rPr>
          <w:rFonts w:cs="GE SS Text Light" w:hint="cs"/>
          <w:rtl/>
        </w:rPr>
        <w:t xml:space="preserve">الإطار </w:t>
      </w:r>
      <w:r w:rsidRPr="003A5C25">
        <w:rPr>
          <w:rFonts w:cs="GE SS Text Light" w:hint="cs"/>
          <w:rtl/>
        </w:rPr>
        <w:t>بشكل واضح وقائم يمنح السيارة حضورًا قويًا وهوية بصرية مميزة.</w:t>
      </w:r>
      <w:r w:rsidRPr="003A5C25">
        <w:rPr>
          <w:rFonts w:cs="GE SS Text Light"/>
        </w:rPr>
        <w:t xml:space="preserve"> </w:t>
      </w:r>
      <w:r w:rsidRPr="003A5C25">
        <w:rPr>
          <w:rFonts w:cs="GE SS Text Light" w:hint="cs"/>
          <w:rtl/>
        </w:rPr>
        <w:t>وهو</w:t>
      </w:r>
      <w:r w:rsidR="001138C1">
        <w:rPr>
          <w:rFonts w:cs="GE SS Text Light" w:hint="cs"/>
          <w:rtl/>
        </w:rPr>
        <w:t xml:space="preserve"> أيضًا</w:t>
      </w:r>
      <w:r w:rsidRPr="003A5C25">
        <w:rPr>
          <w:rFonts w:cs="GE SS Text Light" w:hint="cs"/>
          <w:rtl/>
        </w:rPr>
        <w:t xml:space="preserve"> </w:t>
      </w:r>
      <w:r w:rsidR="001138C1">
        <w:rPr>
          <w:rFonts w:cs="GE SS Text Light" w:hint="cs"/>
          <w:rtl/>
        </w:rPr>
        <w:t>تعبير</w:t>
      </w:r>
      <w:r w:rsidRPr="003A5C25">
        <w:rPr>
          <w:rFonts w:cs="GE SS Text Light" w:hint="cs"/>
          <w:rtl/>
        </w:rPr>
        <w:t xml:space="preserve"> تقدّمي </w:t>
      </w:r>
      <w:r w:rsidR="001138C1">
        <w:rPr>
          <w:rFonts w:cs="GE SS Text Light" w:hint="cs"/>
          <w:rtl/>
        </w:rPr>
        <w:t xml:space="preserve">عن </w:t>
      </w:r>
      <w:r w:rsidRPr="003A5C25">
        <w:rPr>
          <w:rFonts w:cs="GE SS Text Light" w:hint="cs"/>
          <w:rtl/>
        </w:rPr>
        <w:t>تراث أودي التصميمي، يبرز من خلاله شعار الحلقات الأربع، وتتكامل معه تقنيات مستقبلية متقدّمة.</w:t>
      </w:r>
      <w:r w:rsidRPr="003A5C25">
        <w:rPr>
          <w:rFonts w:cs="GE SS Text Light"/>
        </w:rPr>
        <w:t xml:space="preserve"> </w:t>
      </w:r>
      <w:r w:rsidRPr="003A5C25">
        <w:rPr>
          <w:rFonts w:cs="GE SS Text Light" w:hint="cs"/>
          <w:rtl/>
        </w:rPr>
        <w:t>تُحدد الخطوط الجانبية القوية الشكل العام للسيارة الرياضية ذات المقعدين،</w:t>
      </w:r>
      <w:r w:rsidRPr="003A5C25">
        <w:rPr>
          <w:rFonts w:cs="GE SS Text Light"/>
        </w:rPr>
        <w:t xml:space="preserve"> </w:t>
      </w:r>
      <w:r w:rsidRPr="003A5C25">
        <w:rPr>
          <w:rFonts w:cs="GE SS Text Light" w:hint="cs"/>
          <w:rtl/>
        </w:rPr>
        <w:t>بينما تعبر نسبها المميزة عن التمحور في خطوط التصميم</w:t>
      </w:r>
      <w:r w:rsidR="001138C1">
        <w:rPr>
          <w:rFonts w:cs="GE SS Text Light" w:hint="cs"/>
          <w:rtl/>
        </w:rPr>
        <w:t xml:space="preserve"> </w:t>
      </w:r>
      <w:r w:rsidR="001138C1" w:rsidRPr="003A5C25">
        <w:rPr>
          <w:rFonts w:cs="GE SS Text Light" w:hint="cs"/>
          <w:rtl/>
        </w:rPr>
        <w:t>حول البطارية</w:t>
      </w:r>
      <w:r w:rsidRPr="003A5C25">
        <w:rPr>
          <w:rFonts w:cs="GE SS Text Light" w:hint="cs"/>
          <w:rtl/>
        </w:rPr>
        <w:t>.</w:t>
      </w:r>
      <w:r w:rsidRPr="003A5C25">
        <w:rPr>
          <w:rFonts w:cs="GE SS Text Light"/>
        </w:rPr>
        <w:t xml:space="preserve"> </w:t>
      </w:r>
      <w:r w:rsidRPr="003A5C25">
        <w:rPr>
          <w:rFonts w:cs="GE SS Text Light" w:hint="cs"/>
          <w:rtl/>
        </w:rPr>
        <w:t xml:space="preserve">تمتد المقصورة الداخلية للسيارة مسافة كبيرة نحو </w:t>
      </w:r>
      <w:r w:rsidR="001138C1">
        <w:rPr>
          <w:rFonts w:cs="GE SS Text Light" w:hint="cs"/>
          <w:rtl/>
        </w:rPr>
        <w:t>الجانب الخلفي للسيارة،</w:t>
      </w:r>
      <w:r w:rsidRPr="003A5C25">
        <w:rPr>
          <w:rFonts w:cs="GE SS Text Light" w:hint="cs"/>
          <w:rtl/>
        </w:rPr>
        <w:t xml:space="preserve"> وتستقر بثبات على هيكل</w:t>
      </w:r>
      <w:r w:rsidR="001138C1">
        <w:rPr>
          <w:rFonts w:cs="GE SS Text Light" w:hint="cs"/>
          <w:rtl/>
        </w:rPr>
        <w:t>ها</w:t>
      </w:r>
      <w:r w:rsidRPr="003A5C25">
        <w:rPr>
          <w:rFonts w:cs="GE SS Text Light" w:hint="cs"/>
          <w:rtl/>
        </w:rPr>
        <w:t>.</w:t>
      </w:r>
      <w:r w:rsidRPr="003A5C25">
        <w:rPr>
          <w:rFonts w:cs="GE SS Text Light"/>
        </w:rPr>
        <w:t xml:space="preserve"> </w:t>
      </w:r>
      <w:r w:rsidRPr="003A5C25">
        <w:rPr>
          <w:rFonts w:cs="GE SS Text Light" w:hint="cs"/>
          <w:rtl/>
        </w:rPr>
        <w:t>ولأول مرة في سيارات أودي ذات السقف المكشوف يُستخدم سقف صلب قابل للطي كهربائيًا</w:t>
      </w:r>
      <w:r w:rsidRPr="003A5C25">
        <w:rPr>
          <w:rFonts w:cs="GE SS Text Light"/>
        </w:rPr>
        <w:t xml:space="preserve"> </w:t>
      </w:r>
      <w:r w:rsidRPr="003A5C25">
        <w:rPr>
          <w:rFonts w:cs="GE SS Text Light" w:hint="cs"/>
          <w:rtl/>
        </w:rPr>
        <w:t>يتكون من عنصرين يتيحان للسيارة الحفاظ على طابعها الشكلي الصلب، وفي الوقت ذاته يمكّنان من الاستمتاع بتجربة القيادة مع السقف المفتوح.</w:t>
      </w:r>
      <w:r w:rsidRPr="003A5C25">
        <w:rPr>
          <w:rFonts w:cs="GE SS Text Light"/>
        </w:rPr>
        <w:t xml:space="preserve"> </w:t>
      </w:r>
      <w:r w:rsidRPr="003A5C25">
        <w:rPr>
          <w:rFonts w:cs="GE SS Text Light" w:hint="cs"/>
          <w:rtl/>
        </w:rPr>
        <w:t xml:space="preserve">أما في </w:t>
      </w:r>
      <w:r w:rsidR="001138C1">
        <w:rPr>
          <w:rFonts w:cs="GE SS Text Light" w:hint="cs"/>
          <w:rtl/>
        </w:rPr>
        <w:t>الجهة الخلفية</w:t>
      </w:r>
      <w:r w:rsidRPr="003A5C25">
        <w:rPr>
          <w:rFonts w:cs="GE SS Text Light" w:hint="cs"/>
          <w:rtl/>
        </w:rPr>
        <w:t>، فتُضفي الأسطح البسيطة والخطوط الأفقية إحساسًا إضافيًا بالطابع الرياضي للسيارة.</w:t>
      </w:r>
      <w:r w:rsidRPr="003A5C25">
        <w:rPr>
          <w:rFonts w:cs="GE SS Text Light"/>
        </w:rPr>
        <w:t xml:space="preserve"> </w:t>
      </w:r>
    </w:p>
    <w:p w14:paraId="3977CB57" w14:textId="77777777" w:rsidR="00C24ED2" w:rsidRPr="003A5C25" w:rsidRDefault="00C24ED2" w:rsidP="003A5C25">
      <w:pPr>
        <w:pStyle w:val="000Copy"/>
        <w:bidi/>
        <w:jc w:val="both"/>
        <w:rPr>
          <w:rFonts w:cs="GE SS Text Light"/>
          <w:lang w:val="en-GB"/>
        </w:rPr>
      </w:pPr>
    </w:p>
    <w:p w14:paraId="6ABF622B" w14:textId="3E64E917" w:rsidR="002E1EAB" w:rsidRPr="003A5C25" w:rsidRDefault="002E1EAB" w:rsidP="003A5C25">
      <w:pPr>
        <w:pStyle w:val="000Copy"/>
        <w:bidi/>
        <w:jc w:val="both"/>
        <w:rPr>
          <w:rFonts w:cs="GE SS Text Light"/>
          <w:rtl/>
        </w:rPr>
      </w:pPr>
      <w:r w:rsidRPr="003A5C25">
        <w:rPr>
          <w:rFonts w:cs="GE SS Text Light" w:hint="cs"/>
          <w:rtl/>
        </w:rPr>
        <w:t xml:space="preserve">تقدم </w:t>
      </w:r>
      <w:r w:rsidRPr="003A5C25">
        <w:rPr>
          <w:rFonts w:cs="GE SS Text Light"/>
        </w:rPr>
        <w:t>Audi Concept C</w:t>
      </w:r>
      <w:r w:rsidRPr="003A5C25">
        <w:rPr>
          <w:rFonts w:cs="GE SS Text Light" w:hint="cs"/>
          <w:rtl/>
        </w:rPr>
        <w:t xml:space="preserve"> كذلك نمط إضاءة جديدًا مميزًا يتألف من أربعة عناصر إضاءة منتظمة أفقيًا في كل واحد من المصابيح الأمامية والخلفية،</w:t>
      </w:r>
      <w:r w:rsidRPr="003A5C25">
        <w:rPr>
          <w:rFonts w:cs="GE SS Text Light"/>
        </w:rPr>
        <w:t xml:space="preserve"> </w:t>
      </w:r>
      <w:r w:rsidRPr="003A5C25">
        <w:rPr>
          <w:rFonts w:cs="GE SS Text Light" w:hint="cs"/>
          <w:rtl/>
        </w:rPr>
        <w:t>وهو العنصر التصميمي الذي سيشكل الهوية البصرية لأودي -في النهار والليل على حد سواء- ويضمن لها حضورًا لا تخطئه عين على الطريق.</w:t>
      </w:r>
      <w:r w:rsidRPr="003A5C25">
        <w:rPr>
          <w:rFonts w:cs="GE SS Text Light"/>
        </w:rPr>
        <w:t xml:space="preserve"> </w:t>
      </w:r>
      <w:r w:rsidR="001138C1">
        <w:rPr>
          <w:rFonts w:cs="GE SS Text Light" w:hint="cs"/>
          <w:rtl/>
        </w:rPr>
        <w:t>يأتي</w:t>
      </w:r>
      <w:r w:rsidRPr="003A5C25">
        <w:rPr>
          <w:rFonts w:cs="GE SS Text Light" w:hint="cs"/>
          <w:rtl/>
        </w:rPr>
        <w:t xml:space="preserve"> التصميم الخارجي لسيارة </w:t>
      </w:r>
      <w:r w:rsidRPr="003A5C25">
        <w:rPr>
          <w:rFonts w:cs="GE SS Text Light"/>
        </w:rPr>
        <w:t>Audi Concept C</w:t>
      </w:r>
      <w:r w:rsidRPr="003A5C25">
        <w:rPr>
          <w:rFonts w:cs="GE SS Text Light" w:hint="cs"/>
          <w:rtl/>
        </w:rPr>
        <w:t xml:space="preserve"> بلون "التيتانيوم"</w:t>
      </w:r>
      <w:r w:rsidRPr="003A5C25">
        <w:rPr>
          <w:rFonts w:cs="GE SS Text Light"/>
        </w:rPr>
        <w:t xml:space="preserve"> </w:t>
      </w:r>
      <w:r w:rsidRPr="003A5C25">
        <w:rPr>
          <w:rFonts w:cs="GE SS Text Light" w:hint="cs"/>
          <w:rtl/>
        </w:rPr>
        <w:t>الذي يجمع بين الأناقة الدافئة والفخامة التقنية، ويستمد إلهامه من بريق المعدن الذي يحمل اسمه، وهو عنصر يجسد الدقة والخفة والقوة في آنٍ واحد.</w:t>
      </w:r>
    </w:p>
    <w:p w14:paraId="70F2D022" w14:textId="77777777" w:rsidR="009401A6" w:rsidRPr="003A5C25" w:rsidRDefault="002E1EAB" w:rsidP="003A5C25">
      <w:pPr>
        <w:pStyle w:val="000H2"/>
        <w:rPr>
          <w:rtl/>
        </w:rPr>
      </w:pPr>
      <w:r w:rsidRPr="003A5C25">
        <w:rPr>
          <w:rFonts w:hint="cs"/>
          <w:rtl/>
        </w:rPr>
        <w:t>أجواء راقية داخل المقصورة</w:t>
      </w:r>
    </w:p>
    <w:p w14:paraId="4B25F02D" w14:textId="0111A75D" w:rsidR="002E1EAB" w:rsidRPr="003A5C25" w:rsidRDefault="002E1EAB" w:rsidP="003A5C25">
      <w:pPr>
        <w:pStyle w:val="000Copy"/>
        <w:bidi/>
        <w:jc w:val="both"/>
        <w:rPr>
          <w:rFonts w:ascii="Audi Type Extended" w:hAnsi="Audi Type Extended" w:cs="GE SS Text Light"/>
          <w:b/>
          <w:bCs/>
          <w:rtl/>
        </w:rPr>
      </w:pPr>
      <w:r w:rsidRPr="003A5C25">
        <w:rPr>
          <w:rFonts w:cs="GE SS Text Light" w:hint="cs"/>
          <w:rtl/>
        </w:rPr>
        <w:t>يتميز تصميم المقصورة الداخلية بأسطحه ذات الخطوط القوية وأشكاله الهندسية الخالية من التعقيد التي تهيّئ مساحة كافية للراكب</w:t>
      </w:r>
      <w:r w:rsidR="001138C1">
        <w:rPr>
          <w:rFonts w:cs="GE SS Text Light" w:hint="cs"/>
          <w:rtl/>
        </w:rPr>
        <w:t>َ</w:t>
      </w:r>
      <w:r w:rsidRPr="003A5C25">
        <w:rPr>
          <w:rFonts w:cs="GE SS Text Light" w:hint="cs"/>
          <w:rtl/>
        </w:rPr>
        <w:t>ين، مع تركيز غير مباشر على قائد السيارة.</w:t>
      </w:r>
      <w:r w:rsidRPr="003A5C25">
        <w:rPr>
          <w:rFonts w:cs="GE SS Text Light"/>
        </w:rPr>
        <w:t xml:space="preserve"> </w:t>
      </w:r>
      <w:r w:rsidRPr="003A5C25">
        <w:rPr>
          <w:rFonts w:cs="GE SS Text Light" w:hint="cs"/>
          <w:rtl/>
        </w:rPr>
        <w:t>صُنعت عناصر التحكم الفعلية من الألومنيوم المؤكسد لتقدم تجربة لمسية تعبر عن الجودة الميكانيكية من حيث مظهرها والإحساس بها و"صوت نقرة أودي" المميز الذي لا تخطئه أذن.</w:t>
      </w:r>
      <w:r w:rsidRPr="003A5C25">
        <w:rPr>
          <w:rFonts w:cs="GE SS Text Light"/>
        </w:rPr>
        <w:t xml:space="preserve"> </w:t>
      </w:r>
      <w:r w:rsidRPr="003A5C25">
        <w:rPr>
          <w:rFonts w:cs="GE SS Text Light" w:hint="cs"/>
          <w:rtl/>
        </w:rPr>
        <w:t xml:space="preserve">تشكل عجلة القيادة كذلك </w:t>
      </w:r>
      <w:r w:rsidR="001138C1">
        <w:rPr>
          <w:rFonts w:cs="GE SS Text Light" w:hint="cs"/>
          <w:rtl/>
        </w:rPr>
        <w:t>عنصرًا محوريًا في</w:t>
      </w:r>
      <w:r w:rsidRPr="003A5C25">
        <w:rPr>
          <w:rFonts w:cs="GE SS Text Light" w:hint="cs"/>
          <w:rtl/>
        </w:rPr>
        <w:t xml:space="preserve"> هذه التجربة اللمسية الراقية؛ بدءًا من الشكل الدائري، مرورًا بالعناصر اللمسية الدقيقة، ووصولاً إلى شعار أودي المصنوع من المعدن الحقيقي في المنتصف، وكل عنصر منها </w:t>
      </w:r>
      <w:r w:rsidR="001138C1">
        <w:rPr>
          <w:rFonts w:cs="GE SS Text Light" w:hint="cs"/>
          <w:rtl/>
        </w:rPr>
        <w:t>مصنوع</w:t>
      </w:r>
      <w:r w:rsidRPr="003A5C25">
        <w:rPr>
          <w:rFonts w:cs="GE SS Text Light" w:hint="cs"/>
          <w:rtl/>
        </w:rPr>
        <w:t xml:space="preserve"> بأقصى درجات الدقة التقنية.</w:t>
      </w:r>
      <w:r w:rsidRPr="003A5C25">
        <w:rPr>
          <w:rFonts w:cs="GE SS Text Light"/>
        </w:rPr>
        <w:t xml:space="preserve"> </w:t>
      </w:r>
      <w:r w:rsidRPr="003A5C25">
        <w:rPr>
          <w:rFonts w:cs="GE SS Text Light" w:hint="cs"/>
          <w:rtl/>
        </w:rPr>
        <w:t xml:space="preserve">تُسهم أيضًا جميع المواد المستخدمة في تهيئة الأجواء </w:t>
      </w:r>
      <w:r w:rsidR="001138C1">
        <w:rPr>
          <w:rFonts w:cs="GE SS Text Light" w:hint="cs"/>
          <w:rtl/>
        </w:rPr>
        <w:t>البسيطة</w:t>
      </w:r>
      <w:r w:rsidRPr="003A5C25">
        <w:rPr>
          <w:rFonts w:cs="GE SS Text Light" w:hint="cs"/>
          <w:rtl/>
        </w:rPr>
        <w:t xml:space="preserve"> والراقية داخل المقصورة.</w:t>
      </w:r>
      <w:r w:rsidRPr="003A5C25">
        <w:rPr>
          <w:rFonts w:cs="GE SS Text Light"/>
        </w:rPr>
        <w:t xml:space="preserve"> </w:t>
      </w:r>
      <w:r w:rsidR="001138C1">
        <w:rPr>
          <w:rFonts w:cs="GE SS Text Light" w:hint="cs"/>
          <w:rtl/>
        </w:rPr>
        <w:t>كذلك</w:t>
      </w:r>
      <w:r w:rsidRPr="003A5C25">
        <w:rPr>
          <w:rFonts w:cs="GE SS Text Light" w:hint="cs"/>
          <w:rtl/>
        </w:rPr>
        <w:t xml:space="preserve"> استوحيت مجموعة الألوان من معدن التيتانيوم، حيث تُظهر انسجامًا في تدرُّج الألوان.</w:t>
      </w:r>
      <w:r w:rsidRPr="003A5C25">
        <w:rPr>
          <w:rFonts w:cs="GE SS Text Light"/>
        </w:rPr>
        <w:t xml:space="preserve"> </w:t>
      </w:r>
      <w:r w:rsidRPr="003A5C25">
        <w:rPr>
          <w:rFonts w:cs="GE SS Text Light" w:hint="cs"/>
          <w:rtl/>
        </w:rPr>
        <w:t xml:space="preserve">علاوة على ذلك، تُضفي المواد الطبيعية دفئًا وإتقانًا </w:t>
      </w:r>
      <w:r w:rsidR="001138C1">
        <w:rPr>
          <w:rFonts w:cs="GE SS Text Light" w:hint="cs"/>
          <w:rtl/>
        </w:rPr>
        <w:t>و</w:t>
      </w:r>
      <w:r w:rsidRPr="003A5C25">
        <w:rPr>
          <w:rFonts w:cs="GE SS Text Light" w:hint="cs"/>
          <w:rtl/>
        </w:rPr>
        <w:t>تعطي إحساسًا بفخامة البيئة المحيطة بالركاب.</w:t>
      </w:r>
      <w:r w:rsidRPr="003A5C25">
        <w:rPr>
          <w:rFonts w:cs="GE SS Text Light"/>
        </w:rPr>
        <w:t xml:space="preserve"> </w:t>
      </w:r>
      <w:r w:rsidRPr="003A5C25">
        <w:rPr>
          <w:rFonts w:cs="GE SS Text Light" w:hint="cs"/>
          <w:rtl/>
        </w:rPr>
        <w:t>أما الإضاءة المحيطية غير المباشرة ذات درجات الألوان الطبيعية، فتكشف عن تفاصيل الخامات بوضوح، وتعزز الإحساس بقوة تصميم المقصورة الداخلية.</w:t>
      </w:r>
    </w:p>
    <w:p w14:paraId="3CB3628B" w14:textId="77777777" w:rsidR="009401A6" w:rsidRPr="00167D0D" w:rsidRDefault="002E1EAB" w:rsidP="003A5C25">
      <w:pPr>
        <w:pStyle w:val="000H2"/>
        <w:rPr>
          <w:rFonts w:ascii="Audi Type" w:hAnsi="Audi Type"/>
          <w:rtl/>
        </w:rPr>
      </w:pPr>
      <w:r w:rsidRPr="00167D0D">
        <w:rPr>
          <w:rFonts w:ascii="Audi Type" w:hAnsi="Audi Type"/>
          <w:rtl/>
        </w:rPr>
        <w:t>ميزات تقنية غير مباشرة لتجربة قيادة سلسة</w:t>
      </w:r>
    </w:p>
    <w:p w14:paraId="097BBF0D" w14:textId="5E623A47" w:rsidR="002E1EAB" w:rsidRPr="003A5C25" w:rsidRDefault="002E1EAB" w:rsidP="003A5C25">
      <w:pPr>
        <w:pStyle w:val="000Copy"/>
        <w:bidi/>
        <w:jc w:val="both"/>
        <w:rPr>
          <w:rFonts w:cs="GE SS Text Light"/>
          <w:rtl/>
        </w:rPr>
      </w:pPr>
      <w:r w:rsidRPr="003A5C25">
        <w:rPr>
          <w:rFonts w:cs="GE SS Text Light" w:hint="cs"/>
          <w:rtl/>
        </w:rPr>
        <w:t>التقنية محرك التقدم.</w:t>
      </w:r>
      <w:r w:rsidRPr="003A5C25">
        <w:rPr>
          <w:rFonts w:cs="GE SS Text Light"/>
        </w:rPr>
        <w:t xml:space="preserve"> </w:t>
      </w:r>
      <w:r w:rsidRPr="003A5C25">
        <w:rPr>
          <w:rFonts w:cs="GE SS Text Light" w:hint="cs"/>
          <w:rtl/>
        </w:rPr>
        <w:t>وهي دائمًا حاضرة بالقرب منك، لكنها لا تطغى على العناصر الأساسية.</w:t>
      </w:r>
      <w:r w:rsidRPr="003A5C25">
        <w:rPr>
          <w:rFonts w:cs="GE SS Text Light"/>
        </w:rPr>
        <w:t xml:space="preserve"> </w:t>
      </w:r>
      <w:r w:rsidRPr="003A5C25">
        <w:rPr>
          <w:rFonts w:cs="GE SS Text Light" w:hint="cs"/>
          <w:rtl/>
        </w:rPr>
        <w:t>تخلق التقنيات الذكية تجربة سلسة تخاطب جميع الحواس وتتفاعل معها.</w:t>
      </w:r>
      <w:r w:rsidRPr="003A5C25">
        <w:rPr>
          <w:rFonts w:cs="GE SS Text Light"/>
        </w:rPr>
        <w:t xml:space="preserve"> </w:t>
      </w:r>
      <w:r w:rsidRPr="003A5C25">
        <w:rPr>
          <w:rFonts w:cs="GE SS Text Light" w:hint="cs"/>
          <w:rtl/>
        </w:rPr>
        <w:t xml:space="preserve">كذلك ينسجم تصميم الشاشة </w:t>
      </w:r>
      <w:r w:rsidR="001138C1">
        <w:rPr>
          <w:rFonts w:cs="GE SS Text Light" w:hint="cs"/>
          <w:rtl/>
        </w:rPr>
        <w:t>وأسلوب</w:t>
      </w:r>
      <w:r w:rsidRPr="003A5C25">
        <w:rPr>
          <w:rFonts w:cs="GE SS Text Light" w:hint="cs"/>
          <w:rtl/>
        </w:rPr>
        <w:t xml:space="preserve"> تشغيلها مع هذه الفلسفة؛</w:t>
      </w:r>
      <w:r w:rsidRPr="003A5C25">
        <w:rPr>
          <w:rFonts w:cs="GE SS Text Light"/>
        </w:rPr>
        <w:t xml:space="preserve"> </w:t>
      </w:r>
      <w:r w:rsidRPr="003A5C25">
        <w:rPr>
          <w:rFonts w:cs="GE SS Text Light" w:hint="cs"/>
          <w:rtl/>
        </w:rPr>
        <w:t xml:space="preserve">فتعرض الشاشة المركزية القابلة للطي بحجم 10.4 بوصات للمستخدمين المعلومات ذات الصلة بطريقة واضحة ومتكيفة مع السياق، بحيث تُقدَّم للمستخدم حسب </w:t>
      </w:r>
      <w:r w:rsidR="001138C1">
        <w:rPr>
          <w:rFonts w:cs="GE SS Text Light" w:hint="cs"/>
          <w:rtl/>
        </w:rPr>
        <w:t>كل موقف على حدة</w:t>
      </w:r>
      <w:r w:rsidRPr="003A5C25">
        <w:rPr>
          <w:rFonts w:cs="GE SS Text Light" w:hint="cs"/>
          <w:rtl/>
        </w:rPr>
        <w:t>.</w:t>
      </w:r>
      <w:r w:rsidRPr="003A5C25">
        <w:rPr>
          <w:rFonts w:cs="GE SS Text Light"/>
        </w:rPr>
        <w:t xml:space="preserve"> </w:t>
      </w:r>
      <w:r w:rsidRPr="003A5C25">
        <w:rPr>
          <w:rFonts w:cs="GE SS Text Light" w:hint="cs"/>
          <w:rtl/>
        </w:rPr>
        <w:t>تتضمن هذه الميزات كذلك عناصر التحكم اللمسية في عجلة القيادة ووحدة الكونسول الوسطى، ما يمنح التصميم وضوحًا ودقة عند التفاعل مع المستخدم، إذ تأتي عناصر التحكم تمامًا حيثما يُتوقع أن تكون.</w:t>
      </w:r>
      <w:r w:rsidRPr="003A5C25">
        <w:rPr>
          <w:rFonts w:cs="GE SS Text Light"/>
        </w:rPr>
        <w:t xml:space="preserve"> </w:t>
      </w:r>
    </w:p>
    <w:p w14:paraId="047F4E8F" w14:textId="19D4BD53" w:rsidR="009401A6" w:rsidRPr="003A5C25" w:rsidRDefault="009C23DB" w:rsidP="003A5C25">
      <w:pPr>
        <w:pStyle w:val="000H2"/>
        <w:rPr>
          <w:rtl/>
        </w:rPr>
      </w:pPr>
      <w:r w:rsidRPr="003A5C25">
        <w:rPr>
          <w:rFonts w:hint="cs"/>
          <w:rtl/>
        </w:rPr>
        <w:t>الطراز الرائد الذي يشكل ملامح مستقبل أودي</w:t>
      </w:r>
    </w:p>
    <w:p w14:paraId="7CE2955F" w14:textId="59013F6C" w:rsidR="00C41E66" w:rsidRPr="003A5C25" w:rsidRDefault="00461E76" w:rsidP="003A5C25">
      <w:pPr>
        <w:pStyle w:val="000Copy"/>
        <w:bidi/>
        <w:jc w:val="both"/>
        <w:rPr>
          <w:rFonts w:cs="GE SS Text Light"/>
          <w:rtl/>
        </w:rPr>
      </w:pPr>
      <w:r w:rsidRPr="003A5C25">
        <w:rPr>
          <w:rFonts w:cs="GE SS Text Light" w:hint="cs"/>
          <w:rtl/>
        </w:rPr>
        <w:t>سيتجه تركيز أودي بدءًا من الآن على العناصر الأهم في توليفة لا تخطئها العين تجمع بين الوضوح والتقدم التقني والذكاء ومخاطبة العواطف.</w:t>
      </w:r>
      <w:r w:rsidRPr="003A5C25">
        <w:rPr>
          <w:rFonts w:cs="GE SS Text Light"/>
        </w:rPr>
        <w:t xml:space="preserve"> </w:t>
      </w:r>
      <w:r w:rsidRPr="003A5C25">
        <w:rPr>
          <w:rFonts w:cs="GE SS Text Light" w:hint="cs"/>
          <w:rtl/>
        </w:rPr>
        <w:t xml:space="preserve">وتشكل سيارة </w:t>
      </w:r>
      <w:r w:rsidRPr="003A5C25">
        <w:rPr>
          <w:rFonts w:cs="GE SS Text Light"/>
        </w:rPr>
        <w:t>Audi Concept C</w:t>
      </w:r>
      <w:r w:rsidRPr="003A5C25">
        <w:rPr>
          <w:rFonts w:cs="GE SS Text Light" w:hint="cs"/>
          <w:rtl/>
        </w:rPr>
        <w:t xml:space="preserve"> بداية هذه الفلسفة التصميمية الجديدة، ما يجعل انطلاقها لحظة محورية في مسيرة العلامة</w:t>
      </w:r>
      <w:r w:rsidR="001138C1">
        <w:rPr>
          <w:rFonts w:cs="GE SS Text Light" w:hint="cs"/>
          <w:rtl/>
        </w:rPr>
        <w:t>؛</w:t>
      </w:r>
      <w:r w:rsidRPr="003A5C25">
        <w:rPr>
          <w:rFonts w:cs="GE SS Text Light"/>
        </w:rPr>
        <w:t xml:space="preserve"> </w:t>
      </w:r>
      <w:r w:rsidRPr="003A5C25">
        <w:rPr>
          <w:rFonts w:cs="GE SS Text Light" w:hint="cs"/>
          <w:rtl/>
        </w:rPr>
        <w:t>فهي ليست مجرد لمحة عن مستقبل الطرازات التي تنتجها أودي، بل ستسهم أيضًا في صياغة النهج التصميمي الذي ستُبنى عليه الطرازات القادمة.</w:t>
      </w:r>
    </w:p>
    <w:p w14:paraId="08F335B4" w14:textId="77777777" w:rsidR="00C24ED2" w:rsidRPr="003A5C25" w:rsidRDefault="00C24ED2" w:rsidP="003A5C25">
      <w:pPr>
        <w:pStyle w:val="000Copy"/>
        <w:bidi/>
        <w:jc w:val="both"/>
        <w:rPr>
          <w:rFonts w:cs="GE SS Text Light"/>
          <w:lang w:val="en-GB"/>
        </w:rPr>
      </w:pPr>
    </w:p>
    <w:p w14:paraId="1CCA4CC0" w14:textId="7ED3B1D0" w:rsidR="00C24ED2" w:rsidRPr="003A5C25" w:rsidRDefault="00C24ED2" w:rsidP="003A5C25">
      <w:pPr>
        <w:pStyle w:val="000Copy"/>
        <w:bidi/>
        <w:jc w:val="both"/>
        <w:rPr>
          <w:rFonts w:cs="GE SS Text Light"/>
          <w:rtl/>
        </w:rPr>
      </w:pPr>
      <w:r w:rsidRPr="003A5C25">
        <w:rPr>
          <w:rFonts w:cs="GE SS Text Light" w:hint="cs"/>
          <w:rtl/>
        </w:rPr>
        <w:t>تشكل هذه العودة إلى ما يميز أودي والاقتصار على العناصر المهمة دورًا محوريًا ليس في التصميم فحسب،</w:t>
      </w:r>
      <w:r w:rsidRPr="003A5C25">
        <w:rPr>
          <w:rFonts w:cs="GE SS Text Light"/>
        </w:rPr>
        <w:t xml:space="preserve"> </w:t>
      </w:r>
      <w:r w:rsidRPr="003A5C25">
        <w:rPr>
          <w:rFonts w:cs="GE SS Text Light" w:hint="cs"/>
          <w:rtl/>
        </w:rPr>
        <w:t>بل كما يقول غيرنوت دولنر: "الطريقة التي نصمم بها سياراتها هي الطريقة التي نشكِّل بها شركتنا".</w:t>
      </w:r>
      <w:r w:rsidRPr="003A5C25">
        <w:rPr>
          <w:rFonts w:cs="GE SS Text Light"/>
        </w:rPr>
        <w:t xml:space="preserve"> </w:t>
      </w:r>
      <w:r w:rsidRPr="003A5C25">
        <w:rPr>
          <w:rFonts w:cs="GE SS Text Light" w:hint="cs"/>
          <w:rtl/>
        </w:rPr>
        <w:t>لهذا تُعد الفلسفة التصميمية الجديدة مبدأً مؤسسيًا تتبناه أودي سيتجلى في تصميم مجموعة الطرازات والمنتجات</w:t>
      </w:r>
      <w:r w:rsidR="001138C1">
        <w:rPr>
          <w:rFonts w:cs="GE SS Text Light" w:hint="cs"/>
          <w:rtl/>
        </w:rPr>
        <w:t xml:space="preserve"> القادمة</w:t>
      </w:r>
      <w:r w:rsidRPr="003A5C25">
        <w:rPr>
          <w:rFonts w:cs="GE SS Text Light" w:hint="cs"/>
          <w:rtl/>
        </w:rPr>
        <w:t>، وكذلك في البنية التنظيمية للشركة ككُل؛</w:t>
      </w:r>
      <w:r w:rsidRPr="003A5C25">
        <w:rPr>
          <w:rFonts w:cs="GE SS Text Light"/>
        </w:rPr>
        <w:t xml:space="preserve"> </w:t>
      </w:r>
      <w:r w:rsidRPr="003A5C25">
        <w:rPr>
          <w:rFonts w:cs="GE SS Text Light" w:hint="cs"/>
          <w:rtl/>
        </w:rPr>
        <w:t>الأمر الذي يعبر عنه دولنر بقوله:</w:t>
      </w:r>
      <w:r w:rsidRPr="003A5C25">
        <w:rPr>
          <w:rFonts w:cs="GE SS Text Light"/>
        </w:rPr>
        <w:t xml:space="preserve"> </w:t>
      </w:r>
      <w:r w:rsidRPr="003A5C25">
        <w:rPr>
          <w:rFonts w:cs="GE SS Text Light" w:hint="cs"/>
          <w:rtl/>
        </w:rPr>
        <w:t>"الوضوح مبدأ أساسي، وهو البوصلة التي ستوجه أودي خلال المرحلة المقبلة."</w:t>
      </w:r>
    </w:p>
    <w:p w14:paraId="1426592B" w14:textId="77777777" w:rsidR="00C24ED2" w:rsidRPr="003A5C25" w:rsidRDefault="00C24ED2" w:rsidP="003A5C25">
      <w:pPr>
        <w:pStyle w:val="000H2"/>
        <w:rPr>
          <w:rtl/>
        </w:rPr>
      </w:pPr>
      <w:r w:rsidRPr="003A5C25">
        <w:rPr>
          <w:rFonts w:hint="cs"/>
          <w:rtl/>
        </w:rPr>
        <w:t>وتستمر مبادرة أودي بإطلاق الطرازات الرائدة</w:t>
      </w:r>
    </w:p>
    <w:p w14:paraId="512E846F" w14:textId="0FAF5CAF" w:rsidR="00C24ED2" w:rsidRPr="003A5C25" w:rsidRDefault="00C24ED2" w:rsidP="003A5C25">
      <w:pPr>
        <w:pStyle w:val="000Copy"/>
        <w:bidi/>
        <w:jc w:val="both"/>
        <w:rPr>
          <w:rFonts w:cs="GE SS Text Light"/>
          <w:rtl/>
        </w:rPr>
      </w:pPr>
      <w:r w:rsidRPr="003A5C25">
        <w:rPr>
          <w:rFonts w:cs="GE SS Text Light" w:hint="cs"/>
          <w:rtl/>
        </w:rPr>
        <w:t>بنهاية هذا العام، ستكون أودي قد أطلقت أكثر من 20 طرازًا جديدًا خلال 24 شهرًا، وهو ما يجعلها صاحبة مجموعة الطرازات الأحدث على الإطلاق في فئة السيارات الفاخرة.</w:t>
      </w:r>
      <w:r w:rsidRPr="003A5C25">
        <w:rPr>
          <w:rFonts w:cs="GE SS Text Light"/>
        </w:rPr>
        <w:t xml:space="preserve"> </w:t>
      </w:r>
      <w:r w:rsidRPr="003A5C25">
        <w:rPr>
          <w:rFonts w:cs="GE SS Text Light" w:hint="cs"/>
          <w:rtl/>
        </w:rPr>
        <w:t>ومن المتوقع أن تستمر العلامة في مبادرتها تلك على مدار العام القادم.</w:t>
      </w:r>
      <w:r w:rsidRPr="003A5C25">
        <w:rPr>
          <w:rFonts w:cs="GE SS Text Light"/>
        </w:rPr>
        <w:t xml:space="preserve"> </w:t>
      </w:r>
      <w:r w:rsidRPr="003A5C25">
        <w:rPr>
          <w:rFonts w:cs="GE SS Text Light" w:hint="cs"/>
          <w:rtl/>
        </w:rPr>
        <w:t>وسوف تشمل الإضافات الجديدة إلى الطرازات طرازًا أوليًا كهربائيًا بالكامل سيُكشف الستار عنه في إنجولشتات في عام 2026، ومجموعة من الطرازات عالية الأداء من سلسلة سيارات أودي الرياضية</w:t>
      </w:r>
      <w:r w:rsidR="00E43361">
        <w:rPr>
          <w:rFonts w:cs="GE SS Text Light" w:hint="cs"/>
          <w:rtl/>
        </w:rPr>
        <w:t xml:space="preserve"> (</w:t>
      </w:r>
      <w:r w:rsidR="00E43361">
        <w:rPr>
          <w:rFonts w:cs="GE SS Text Light"/>
          <w:lang w:val="en-US"/>
        </w:rPr>
        <w:t>Audi Sport</w:t>
      </w:r>
      <w:r w:rsidR="00E43361">
        <w:rPr>
          <w:rFonts w:cs="GE SS Text Light" w:hint="cs"/>
          <w:rtl/>
        </w:rPr>
        <w:t>)</w:t>
      </w:r>
      <w:r w:rsidRPr="003A5C25">
        <w:rPr>
          <w:rFonts w:cs="GE SS Text Light" w:hint="cs"/>
          <w:rtl/>
        </w:rPr>
        <w:t>.</w:t>
      </w:r>
      <w:r w:rsidRPr="003A5C25">
        <w:rPr>
          <w:rFonts w:cs="GE SS Text Light"/>
        </w:rPr>
        <w:t xml:space="preserve"> </w:t>
      </w:r>
      <w:r w:rsidRPr="003A5C25">
        <w:rPr>
          <w:rFonts w:cs="GE SS Text Light" w:hint="cs"/>
          <w:rtl/>
        </w:rPr>
        <w:t>ويشكل هذا التنوع الذي يجمع بين الطرازات الكهربائية بالكامل، والطرازات الهجينة القابلة للشحن، والجيل الجديد من سيارات محركات الاحتراق ركيزة قوية ومرنة في تحول العلامة نحو حلول التنقل الكهربائية.</w:t>
      </w:r>
    </w:p>
    <w:p w14:paraId="5E9C94C9" w14:textId="77777777" w:rsidR="00C24ED2" w:rsidRPr="003A5C25" w:rsidRDefault="00C24ED2" w:rsidP="003A5C25">
      <w:pPr>
        <w:pStyle w:val="000Copy"/>
        <w:bidi/>
        <w:jc w:val="both"/>
        <w:rPr>
          <w:rFonts w:cs="GE SS Text Light"/>
          <w:lang w:val="en-GB"/>
        </w:rPr>
      </w:pPr>
    </w:p>
    <w:p w14:paraId="4A8F3674" w14:textId="4FF6479E" w:rsidR="00D70D17" w:rsidRPr="003A5C25" w:rsidRDefault="00C24ED2" w:rsidP="003A5C25">
      <w:pPr>
        <w:pStyle w:val="000Copy"/>
        <w:bidi/>
        <w:jc w:val="both"/>
        <w:rPr>
          <w:rFonts w:cs="GE SS Text Light"/>
          <w:rtl/>
        </w:rPr>
      </w:pPr>
      <w:r w:rsidRPr="003A5C25">
        <w:rPr>
          <w:rFonts w:cs="GE SS Text Light" w:hint="cs"/>
          <w:rtl/>
        </w:rPr>
        <w:t>ستدخل أودي في عام 2026 أيضًا عالم سباقات الفورمولا 1، وهي فرصة لاختبار التقنيات والمواد والعمليات الجديدة في أصعب مختبر للتقنيات في العالم.</w:t>
      </w:r>
      <w:r w:rsidRPr="003A5C25">
        <w:rPr>
          <w:rFonts w:cs="GE SS Text Light"/>
        </w:rPr>
        <w:t xml:space="preserve"> </w:t>
      </w:r>
      <w:r w:rsidRPr="003A5C25">
        <w:rPr>
          <w:rFonts w:cs="GE SS Text Light" w:hint="cs"/>
          <w:rtl/>
        </w:rPr>
        <w:t>ويعلق غيرنوت دولنر على هذا الحدث بقوله:</w:t>
      </w:r>
      <w:r w:rsidRPr="003A5C25">
        <w:rPr>
          <w:rFonts w:cs="GE SS Text Light"/>
        </w:rPr>
        <w:t xml:space="preserve"> </w:t>
      </w:r>
      <w:r w:rsidRPr="003A5C25">
        <w:rPr>
          <w:rFonts w:cs="GE SS Text Light" w:hint="cs"/>
          <w:rtl/>
        </w:rPr>
        <w:t>"نمضي في تحضيراتنا لبداية مشاركتنا في سباقات الفورمولا 1 بأقصى سرعة."</w:t>
      </w:r>
      <w:r w:rsidR="00E43361">
        <w:rPr>
          <w:rFonts w:cs="GE SS Text Light" w:hint="cs"/>
          <w:rtl/>
        </w:rPr>
        <w:t xml:space="preserve"> تلوح كذلك في الأفق </w:t>
      </w:r>
      <w:r w:rsidR="00E43361" w:rsidRPr="003A5C25">
        <w:rPr>
          <w:rFonts w:cs="GE SS Text Light"/>
          <w:rtl/>
        </w:rPr>
        <w:t>بعد</w:t>
      </w:r>
      <w:r w:rsidRPr="003A5C25">
        <w:rPr>
          <w:rFonts w:cs="GE SS Text Light" w:hint="cs"/>
          <w:rtl/>
        </w:rPr>
        <w:t xml:space="preserve"> أسابيع قليلة من إزاحة الستار عن الفلسفة التصميمية الجديدة في ميلانو</w:t>
      </w:r>
      <w:r w:rsidR="00E43361">
        <w:rPr>
          <w:rFonts w:cs="GE SS Text Light" w:hint="cs"/>
          <w:rtl/>
        </w:rPr>
        <w:t xml:space="preserve"> </w:t>
      </w:r>
      <w:r w:rsidRPr="003A5C25">
        <w:rPr>
          <w:rFonts w:cs="GE SS Text Light" w:hint="cs"/>
          <w:rtl/>
        </w:rPr>
        <w:t>لحظة مهمة أيضًا في تاريخ أودي:</w:t>
      </w:r>
      <w:r w:rsidRPr="003A5C25">
        <w:rPr>
          <w:rFonts w:cs="GE SS Text Light"/>
        </w:rPr>
        <w:t xml:space="preserve"> </w:t>
      </w:r>
      <w:r w:rsidRPr="003A5C25">
        <w:rPr>
          <w:rFonts w:cs="GE SS Text Light" w:hint="cs"/>
          <w:rtl/>
        </w:rPr>
        <w:t>"فنحن نتطلع إلى تقديم لمحة واضحة لكل محبينا عمّا يمكنهم توقعه منا في سباقات الفورمولا 1 العام القادم."</w:t>
      </w:r>
    </w:p>
    <w:p w14:paraId="214AA210" w14:textId="77777777" w:rsidR="00D70D17" w:rsidRPr="003B2263" w:rsidRDefault="00D70D17" w:rsidP="003A5C25">
      <w:pPr>
        <w:pStyle w:val="000Link"/>
        <w:rPr>
          <w:rFonts w:cs="GE SS Text Light"/>
          <w:lang w:val="en-GB"/>
        </w:rPr>
      </w:pPr>
    </w:p>
    <w:tbl>
      <w:tblPr>
        <w:tblStyle w:val="TableGrid"/>
        <w:bidiVisual/>
        <w:tblW w:w="0" w:type="auto"/>
        <w:tblLook w:val="04A0" w:firstRow="1" w:lastRow="0" w:firstColumn="1" w:lastColumn="0" w:noHBand="0" w:noVBand="1"/>
      </w:tblPr>
      <w:tblGrid>
        <w:gridCol w:w="2266"/>
        <w:gridCol w:w="2266"/>
        <w:gridCol w:w="2265"/>
        <w:gridCol w:w="2265"/>
      </w:tblGrid>
      <w:tr w:rsidR="003B2263" w14:paraId="4160BF16" w14:textId="77777777" w:rsidTr="00241B30">
        <w:tc>
          <w:tcPr>
            <w:tcW w:w="4532" w:type="dxa"/>
            <w:gridSpan w:val="2"/>
          </w:tcPr>
          <w:p w14:paraId="4402BFED" w14:textId="68BD1206" w:rsidR="00241B30" w:rsidRPr="00167D0D" w:rsidRDefault="003B2263" w:rsidP="0028382A">
            <w:pPr>
              <w:pStyle w:val="000Link"/>
              <w:rPr>
                <w:rFonts w:cs="GE SS Text Medium"/>
                <w:b w:val="0"/>
                <w:rtl/>
                <w:lang w:val="en-GB"/>
              </w:rPr>
            </w:pPr>
            <w:r w:rsidRPr="00167D0D">
              <w:rPr>
                <w:rFonts w:cs="GE SS Text Medium"/>
                <w:b w:val="0"/>
                <w:rtl/>
                <w:lang w:val="en-GB"/>
              </w:rPr>
              <w:t>فلسفة أودي التصميمية الجديدة</w:t>
            </w:r>
          </w:p>
        </w:tc>
        <w:tc>
          <w:tcPr>
            <w:tcW w:w="2265" w:type="dxa"/>
          </w:tcPr>
          <w:p w14:paraId="3889CECD" w14:textId="77777777" w:rsidR="003B2263" w:rsidRDefault="003B2263" w:rsidP="003A5C25">
            <w:pPr>
              <w:pStyle w:val="000Link"/>
              <w:rPr>
                <w:rFonts w:cs="GE SS Text Light"/>
                <w:rtl/>
                <w:lang w:val="en-GB"/>
              </w:rPr>
            </w:pPr>
          </w:p>
        </w:tc>
        <w:tc>
          <w:tcPr>
            <w:tcW w:w="2265" w:type="dxa"/>
          </w:tcPr>
          <w:p w14:paraId="19CF50F0" w14:textId="77777777" w:rsidR="003B2263" w:rsidRDefault="003B2263" w:rsidP="003A5C25">
            <w:pPr>
              <w:pStyle w:val="000Link"/>
              <w:rPr>
                <w:rFonts w:cs="GE SS Text Light"/>
                <w:rtl/>
                <w:lang w:val="en-GB"/>
              </w:rPr>
            </w:pPr>
          </w:p>
        </w:tc>
      </w:tr>
      <w:tr w:rsidR="003B2263" w14:paraId="261B07DF" w14:textId="77777777" w:rsidTr="00241B30">
        <w:tc>
          <w:tcPr>
            <w:tcW w:w="2266" w:type="dxa"/>
          </w:tcPr>
          <w:p w14:paraId="7E3F1D2B" w14:textId="77777777" w:rsidR="003B2263" w:rsidRPr="003B2263" w:rsidRDefault="003B2263" w:rsidP="003B2263">
            <w:pPr>
              <w:pStyle w:val="000Link"/>
              <w:ind w:right="121"/>
              <w:rPr>
                <w:rFonts w:cs="GE SS Text Light"/>
                <w:szCs w:val="20"/>
                <w:u w:val="single"/>
                <w:rtl/>
                <w:lang w:val="en-GB"/>
              </w:rPr>
            </w:pPr>
            <w:r w:rsidRPr="003B2263">
              <w:rPr>
                <w:rFonts w:cs="GE SS Text Light" w:hint="cs"/>
                <w:szCs w:val="20"/>
                <w:u w:val="single"/>
                <w:rtl/>
                <w:lang w:val="en-GB"/>
              </w:rPr>
              <w:t>واضحة:</w:t>
            </w:r>
          </w:p>
          <w:p w14:paraId="378F75CD" w14:textId="0B53E94D" w:rsidR="003B2263" w:rsidRPr="003B2263" w:rsidRDefault="003B2263" w:rsidP="003B2263">
            <w:pPr>
              <w:pStyle w:val="000Link"/>
              <w:ind w:right="121"/>
              <w:rPr>
                <w:rFonts w:cs="GE SS Text Light"/>
                <w:szCs w:val="20"/>
                <w:rtl/>
                <w:lang w:val="en-GB"/>
              </w:rPr>
            </w:pPr>
            <w:r w:rsidRPr="003B2263">
              <w:rPr>
                <w:rFonts w:cs="GE SS Text Light"/>
                <w:szCs w:val="20"/>
                <w:rtl/>
                <w:lang w:val="en-GB"/>
              </w:rPr>
              <w:t xml:space="preserve">البساطة الجذرية هي جوهر منهجنا. نُحقق الوضوح من خلال </w:t>
            </w:r>
            <w:r w:rsidRPr="003B2263">
              <w:rPr>
                <w:rFonts w:cs="GE SS Text Light" w:hint="cs"/>
                <w:szCs w:val="20"/>
                <w:rtl/>
                <w:lang w:val="en-GB"/>
              </w:rPr>
              <w:t>الاقتصار على ما هو أساسي في كل شيء</w:t>
            </w:r>
            <w:r w:rsidRPr="003B2263">
              <w:rPr>
                <w:rFonts w:cs="GE SS Text Light"/>
                <w:szCs w:val="20"/>
              </w:rPr>
              <w:t>.</w:t>
            </w:r>
          </w:p>
        </w:tc>
        <w:tc>
          <w:tcPr>
            <w:tcW w:w="2266" w:type="dxa"/>
          </w:tcPr>
          <w:p w14:paraId="3CD27114" w14:textId="77777777" w:rsidR="003B2263" w:rsidRPr="003B2263" w:rsidRDefault="003B2263" w:rsidP="003B2263">
            <w:pPr>
              <w:pStyle w:val="000Link"/>
              <w:ind w:right="121"/>
              <w:rPr>
                <w:rFonts w:cs="GE SS Text Light"/>
                <w:szCs w:val="20"/>
                <w:u w:val="single"/>
                <w:rtl/>
                <w:lang w:val="en-GB"/>
              </w:rPr>
            </w:pPr>
            <w:r w:rsidRPr="003B2263">
              <w:rPr>
                <w:rFonts w:cs="GE SS Text Light" w:hint="cs"/>
                <w:szCs w:val="20"/>
                <w:u w:val="single"/>
                <w:rtl/>
                <w:lang w:val="en-GB"/>
              </w:rPr>
              <w:t>دقيقة تقنيًا:</w:t>
            </w:r>
          </w:p>
          <w:p w14:paraId="15A705E7" w14:textId="1D469C72" w:rsidR="003B2263" w:rsidRPr="003B2263" w:rsidRDefault="003B2263" w:rsidP="003B2263">
            <w:pPr>
              <w:pStyle w:val="000Link"/>
              <w:ind w:right="121"/>
              <w:rPr>
                <w:rFonts w:cs="GE SS Text Light"/>
                <w:szCs w:val="20"/>
                <w:rtl/>
                <w:lang w:val="en-GB"/>
              </w:rPr>
            </w:pPr>
            <w:r w:rsidRPr="003B2263">
              <w:rPr>
                <w:rFonts w:cs="GE SS Text Light"/>
                <w:szCs w:val="20"/>
                <w:rtl/>
                <w:lang w:val="en-GB"/>
              </w:rPr>
              <w:t xml:space="preserve">لا وجود للتميّز بدون الدقة. نتجاوز حدود </w:t>
            </w:r>
            <w:r>
              <w:rPr>
                <w:rFonts w:cs="GE SS Text Light" w:hint="cs"/>
                <w:szCs w:val="20"/>
                <w:rtl/>
                <w:lang w:val="en-GB"/>
              </w:rPr>
              <w:t>المألوف في التقنيات</w:t>
            </w:r>
            <w:r w:rsidRPr="003B2263">
              <w:rPr>
                <w:rFonts w:cs="GE SS Text Light"/>
                <w:szCs w:val="20"/>
                <w:rtl/>
                <w:lang w:val="en-GB"/>
              </w:rPr>
              <w:t xml:space="preserve"> والتصميم</w:t>
            </w:r>
            <w:r w:rsidRPr="003B2263">
              <w:rPr>
                <w:rFonts w:cs="GE SS Text Light"/>
                <w:szCs w:val="20"/>
              </w:rPr>
              <w:t>.</w:t>
            </w:r>
          </w:p>
        </w:tc>
        <w:tc>
          <w:tcPr>
            <w:tcW w:w="2265" w:type="dxa"/>
          </w:tcPr>
          <w:p w14:paraId="651EA00A" w14:textId="77777777" w:rsidR="003B2263" w:rsidRPr="002C77E0" w:rsidRDefault="003B2263" w:rsidP="003B2263">
            <w:pPr>
              <w:pStyle w:val="000Link"/>
              <w:ind w:right="121"/>
              <w:rPr>
                <w:rFonts w:cs="GE SS Text Light"/>
                <w:szCs w:val="20"/>
                <w:u w:val="single"/>
                <w:rtl/>
                <w:lang w:val="en-GB"/>
              </w:rPr>
            </w:pPr>
            <w:r w:rsidRPr="002C77E0">
              <w:rPr>
                <w:rFonts w:cs="GE SS Text Light" w:hint="cs"/>
                <w:szCs w:val="20"/>
                <w:u w:val="single"/>
                <w:rtl/>
                <w:lang w:val="en-GB"/>
              </w:rPr>
              <w:t>ذكية:</w:t>
            </w:r>
          </w:p>
          <w:p w14:paraId="439A2CE2" w14:textId="6B85BDE8" w:rsidR="003B2263" w:rsidRPr="003B2263" w:rsidRDefault="003B2263" w:rsidP="003B2263">
            <w:pPr>
              <w:pStyle w:val="000Link"/>
              <w:ind w:right="121"/>
              <w:rPr>
                <w:rFonts w:cs="GE SS Text Light"/>
                <w:szCs w:val="20"/>
                <w:rtl/>
                <w:lang w:val="en-GB"/>
              </w:rPr>
            </w:pPr>
            <w:r>
              <w:rPr>
                <w:rFonts w:cs="GE SS Text Light" w:hint="cs"/>
                <w:szCs w:val="20"/>
                <w:rtl/>
                <w:lang w:val="en-GB"/>
              </w:rPr>
              <w:t>نمضي</w:t>
            </w:r>
            <w:r w:rsidRPr="003B2263">
              <w:rPr>
                <w:rFonts w:cs="GE SS Text Light"/>
                <w:szCs w:val="20"/>
                <w:rtl/>
                <w:lang w:val="en-GB"/>
              </w:rPr>
              <w:t xml:space="preserve"> إلى أقصى الحدود لاستكشاف آفاق جديدة، </w:t>
            </w:r>
            <w:r>
              <w:rPr>
                <w:rFonts w:cs="GE SS Text Light" w:hint="cs"/>
                <w:szCs w:val="20"/>
                <w:rtl/>
                <w:lang w:val="en-GB"/>
              </w:rPr>
              <w:t>ونستكشف</w:t>
            </w:r>
            <w:r w:rsidR="002C77E0">
              <w:rPr>
                <w:rFonts w:cs="GE SS Text Light" w:hint="cs"/>
                <w:szCs w:val="20"/>
                <w:rtl/>
                <w:lang w:val="en-GB"/>
              </w:rPr>
              <w:t xml:space="preserve"> أقصى حدود </w:t>
            </w:r>
            <w:r w:rsidRPr="003B2263">
              <w:rPr>
                <w:rFonts w:cs="GE SS Text Light"/>
                <w:szCs w:val="20"/>
                <w:rtl/>
                <w:lang w:val="en-GB"/>
              </w:rPr>
              <w:t>الممكن</w:t>
            </w:r>
            <w:r w:rsidRPr="003B2263">
              <w:rPr>
                <w:rFonts w:cs="GE SS Text Light"/>
                <w:szCs w:val="20"/>
              </w:rPr>
              <w:t>.</w:t>
            </w:r>
          </w:p>
        </w:tc>
        <w:tc>
          <w:tcPr>
            <w:tcW w:w="2265" w:type="dxa"/>
          </w:tcPr>
          <w:p w14:paraId="5C9FF0FB" w14:textId="77777777" w:rsidR="003B2263" w:rsidRDefault="003B2263" w:rsidP="003B2263">
            <w:pPr>
              <w:pStyle w:val="000Link"/>
              <w:ind w:right="121"/>
              <w:rPr>
                <w:rFonts w:cs="GE SS Text Light"/>
                <w:szCs w:val="20"/>
                <w:rtl/>
                <w:lang w:val="en-GB"/>
              </w:rPr>
            </w:pPr>
            <w:r w:rsidRPr="003B2263">
              <w:rPr>
                <w:rFonts w:cs="GE SS Text Light" w:hint="cs"/>
                <w:szCs w:val="20"/>
                <w:rtl/>
                <w:lang w:val="en-GB"/>
              </w:rPr>
              <w:t>مخاطبة للعواطف:</w:t>
            </w:r>
          </w:p>
          <w:p w14:paraId="0CB8BC43" w14:textId="39D8F68F" w:rsidR="002C77E0" w:rsidRPr="003B2263" w:rsidRDefault="002C77E0" w:rsidP="002C77E0">
            <w:pPr>
              <w:pStyle w:val="000Link"/>
              <w:ind w:right="121"/>
              <w:rPr>
                <w:rFonts w:cs="GE SS Text Light"/>
                <w:szCs w:val="20"/>
                <w:rtl/>
                <w:lang w:val="en-GB"/>
              </w:rPr>
            </w:pPr>
            <w:r w:rsidRPr="002C77E0">
              <w:rPr>
                <w:rFonts w:cs="GE SS Text Light"/>
                <w:szCs w:val="20"/>
                <w:rtl/>
                <w:lang w:val="en-GB"/>
              </w:rPr>
              <w:t>يجب أن تكون النتيجة النهائية لفلسفة التصميم دائمًا مشحونة بالعاطفة</w:t>
            </w:r>
            <w:r>
              <w:rPr>
                <w:rFonts w:cs="GE SS Text Light" w:hint="cs"/>
                <w:szCs w:val="20"/>
                <w:rtl/>
                <w:lang w:val="en-GB"/>
              </w:rPr>
              <w:t xml:space="preserve">؛ </w:t>
            </w:r>
            <w:r w:rsidRPr="002C77E0">
              <w:rPr>
                <w:rFonts w:cs="GE SS Text Light" w:hint="cs"/>
                <w:szCs w:val="20"/>
                <w:rtl/>
                <w:lang w:val="en-GB"/>
              </w:rPr>
              <w:t>تعبير</w:t>
            </w:r>
            <w:r w:rsidRPr="002C77E0">
              <w:rPr>
                <w:rFonts w:cs="GE SS Text Light"/>
                <w:szCs w:val="20"/>
                <w:rtl/>
                <w:lang w:val="en-GB"/>
              </w:rPr>
              <w:t xml:space="preserve"> </w:t>
            </w:r>
            <w:r>
              <w:rPr>
                <w:rFonts w:cs="GE SS Text Light" w:hint="cs"/>
                <w:szCs w:val="20"/>
                <w:rtl/>
                <w:lang w:val="en-GB"/>
              </w:rPr>
              <w:t>مبسط</w:t>
            </w:r>
            <w:r w:rsidRPr="002C77E0">
              <w:rPr>
                <w:rFonts w:cs="GE SS Text Light"/>
                <w:szCs w:val="20"/>
                <w:rtl/>
                <w:lang w:val="en-GB"/>
              </w:rPr>
              <w:t xml:space="preserve"> </w:t>
            </w:r>
            <w:r w:rsidRPr="002C77E0">
              <w:rPr>
                <w:rFonts w:cs="GE SS Text Light" w:hint="cs"/>
                <w:szCs w:val="20"/>
                <w:rtl/>
                <w:lang w:val="en-GB"/>
              </w:rPr>
              <w:t>يخطف</w:t>
            </w:r>
            <w:r w:rsidRPr="002C77E0">
              <w:rPr>
                <w:rFonts w:cs="GE SS Text Light"/>
                <w:szCs w:val="20"/>
                <w:rtl/>
                <w:lang w:val="en-GB"/>
              </w:rPr>
              <w:t xml:space="preserve"> </w:t>
            </w:r>
            <w:r w:rsidRPr="002C77E0">
              <w:rPr>
                <w:rFonts w:cs="GE SS Text Light" w:hint="cs"/>
                <w:szCs w:val="20"/>
                <w:rtl/>
                <w:lang w:val="en-GB"/>
              </w:rPr>
              <w:t>الأنفاس</w:t>
            </w:r>
            <w:r w:rsidRPr="002C77E0">
              <w:rPr>
                <w:rFonts w:cs="GE SS Text Light"/>
                <w:szCs w:val="20"/>
              </w:rPr>
              <w:t>.</w:t>
            </w:r>
          </w:p>
        </w:tc>
      </w:tr>
    </w:tbl>
    <w:p w14:paraId="074BD292" w14:textId="77777777" w:rsidR="009A2BAC" w:rsidRPr="003B2263" w:rsidRDefault="009A2BAC" w:rsidP="003A5C25">
      <w:pPr>
        <w:pStyle w:val="000Verbrauchsangaben"/>
        <w:bidi/>
        <w:jc w:val="both"/>
        <w:rPr>
          <w:rFonts w:cs="GE SS Text Light"/>
          <w:rtl/>
        </w:rPr>
      </w:pPr>
      <w:bookmarkStart w:id="0" w:name="_Hlk141170438"/>
    </w:p>
    <w:tbl>
      <w:tblPr>
        <w:tblStyle w:val="000TabelleAUDI1"/>
        <w:bidiVisual/>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AB7B60" w:rsidRPr="003A5C25" w14:paraId="04E3518F" w14:textId="77777777" w:rsidTr="00375CAA">
        <w:trPr>
          <w:trHeight w:val="300"/>
        </w:trPr>
        <w:tc>
          <w:tcPr>
            <w:tcW w:w="4380" w:type="dxa"/>
            <w:tcMar>
              <w:left w:w="105" w:type="dxa"/>
              <w:right w:w="105" w:type="dxa"/>
            </w:tcMar>
          </w:tcPr>
          <w:p w14:paraId="582480D7" w14:textId="77777777" w:rsidR="00AB7B60" w:rsidRPr="004412C7" w:rsidRDefault="00AB7B60" w:rsidP="003A5C25">
            <w:pPr>
              <w:suppressAutoHyphens/>
              <w:bidi/>
              <w:spacing w:before="240"/>
              <w:jc w:val="both"/>
              <w:rPr>
                <w:rFonts w:eastAsia="Times New Roman" w:cs="GE SS Text Medium"/>
                <w:bCs/>
                <w:color w:val="000000" w:themeColor="text1"/>
                <w:szCs w:val="20"/>
                <w:rtl/>
                <w:lang w:val="en-US" w:eastAsia="de-DE"/>
              </w:rPr>
            </w:pPr>
            <w:r w:rsidRPr="004412C7">
              <w:rPr>
                <w:rFonts w:eastAsia="Times New Roman" w:cs="GE SS Text Medium" w:hint="cs"/>
                <w:bCs/>
                <w:color w:val="000000" w:themeColor="text1"/>
                <w:szCs w:val="20"/>
                <w:rtl/>
                <w:lang w:val="en-US" w:eastAsia="de-DE"/>
              </w:rPr>
              <w:t>قسم اتصالات أودي الشرق الأوسط</w:t>
            </w:r>
          </w:p>
          <w:p w14:paraId="0B6FA8F3" w14:textId="77777777" w:rsidR="00AB7B60" w:rsidRPr="003A5C25" w:rsidRDefault="00AB7B60" w:rsidP="003A5C25">
            <w:pPr>
              <w:suppressAutoHyphens/>
              <w:bidi/>
              <w:spacing w:before="240"/>
              <w:jc w:val="both"/>
              <w:rPr>
                <w:rFonts w:eastAsia="Audi Type" w:cs="GE SS Text Light"/>
                <w:szCs w:val="20"/>
                <w:rtl/>
              </w:rPr>
            </w:pPr>
            <w:r w:rsidRPr="003A5C25">
              <w:rPr>
                <w:rFonts w:cs="GE SS Text Light" w:hint="cs"/>
                <w:szCs w:val="20"/>
                <w:rtl/>
              </w:rPr>
              <w:t>مارينا سليتشنا</w:t>
            </w:r>
          </w:p>
          <w:p w14:paraId="55B13AE2" w14:textId="77777777" w:rsidR="00AB7B60" w:rsidRPr="003A5C25" w:rsidRDefault="00AB7B60" w:rsidP="003A5C25">
            <w:pPr>
              <w:suppressAutoHyphens/>
              <w:bidi/>
              <w:jc w:val="both"/>
              <w:rPr>
                <w:rFonts w:eastAsia="Audi Type" w:cs="GE SS Text Light"/>
                <w:szCs w:val="20"/>
                <w:rtl/>
              </w:rPr>
            </w:pPr>
            <w:r w:rsidRPr="003A5C25">
              <w:rPr>
                <w:rFonts w:cs="GE SS Text Light" w:hint="cs"/>
                <w:szCs w:val="20"/>
                <w:rtl/>
              </w:rPr>
              <w:t>مديرة العلاقات العامة في أودي الشرق الأوسط</w:t>
            </w:r>
          </w:p>
          <w:p w14:paraId="0B2CCA52" w14:textId="77777777" w:rsidR="00AB7B60" w:rsidRPr="003A5C25" w:rsidRDefault="00AB7B60" w:rsidP="003A5C25">
            <w:pPr>
              <w:suppressAutoHyphens/>
              <w:bidi/>
              <w:jc w:val="both"/>
              <w:rPr>
                <w:rFonts w:eastAsia="Audi Type" w:cs="GE SS Text Light"/>
                <w:szCs w:val="20"/>
                <w:rtl/>
              </w:rPr>
            </w:pPr>
            <w:r w:rsidRPr="003A5C25">
              <w:rPr>
                <w:rFonts w:cs="GE SS Text Light" w:hint="cs"/>
                <w:szCs w:val="20"/>
                <w:rtl/>
              </w:rPr>
              <w:t xml:space="preserve">البريد الإلكتروني: </w:t>
            </w:r>
            <w:hyperlink r:id="rId10">
              <w:r w:rsidRPr="003A5C25">
                <w:rPr>
                  <w:rFonts w:cs="GE SS Text Light"/>
                  <w:color w:val="0000FF"/>
                  <w:szCs w:val="20"/>
                  <w:u w:val="single"/>
                </w:rPr>
                <w:t>maryna.slichna@vwgme.com</w:t>
              </w:r>
            </w:hyperlink>
          </w:p>
          <w:p w14:paraId="505A5393" w14:textId="77777777" w:rsidR="00AB7B60" w:rsidRPr="003A5C25" w:rsidRDefault="00AB7B60" w:rsidP="003A5C25">
            <w:pPr>
              <w:tabs>
                <w:tab w:val="left" w:pos="567"/>
              </w:tabs>
              <w:bidi/>
              <w:ind w:left="-111" w:firstLine="111"/>
              <w:jc w:val="both"/>
              <w:rPr>
                <w:rFonts w:eastAsia="Calibri" w:cs="GE SS Text Light"/>
                <w:szCs w:val="20"/>
                <w:rtl/>
              </w:rPr>
            </w:pPr>
            <w:hyperlink r:id="rId11">
              <w:r w:rsidRPr="003A5C25">
                <w:rPr>
                  <w:rFonts w:cs="GE SS Text Light"/>
                  <w:color w:val="0000FF"/>
                  <w:szCs w:val="20"/>
                  <w:u w:val="single"/>
                </w:rPr>
                <w:t>news.audimiddleeast.com</w:t>
              </w:r>
              <w:r w:rsidRPr="003A5C25">
                <w:rPr>
                  <w:rFonts w:cs="GE SS Text Light" w:hint="cs"/>
                  <w:szCs w:val="20"/>
                  <w:rtl/>
                </w:rPr>
                <w:br/>
              </w:r>
            </w:hyperlink>
          </w:p>
          <w:p w14:paraId="4FC543A6" w14:textId="77777777" w:rsidR="00AB7B60" w:rsidRDefault="00AB7B60" w:rsidP="003A5C25">
            <w:pPr>
              <w:tabs>
                <w:tab w:val="left" w:pos="567"/>
              </w:tabs>
              <w:bidi/>
              <w:spacing w:before="240"/>
              <w:ind w:left="-111" w:firstLine="111"/>
              <w:jc w:val="both"/>
              <w:rPr>
                <w:rFonts w:eastAsia="Calibri" w:cs="GE SS Text Light"/>
                <w:szCs w:val="20"/>
              </w:rPr>
            </w:pPr>
            <w:r w:rsidRPr="003A5C25">
              <w:rPr>
                <w:rFonts w:cs="GE SS Text Light" w:hint="cs"/>
                <w:noProof/>
                <w:szCs w:val="20"/>
                <w:rtl/>
              </w:rPr>
              <w:drawing>
                <wp:inline distT="0" distB="0" distL="0" distR="0" wp14:anchorId="1FBC7DCB" wp14:editId="1D3299FB">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2">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3A5C25">
              <w:rPr>
                <w:rFonts w:cs="GE SS Text Light" w:hint="cs"/>
                <w:noProof/>
                <w:szCs w:val="20"/>
                <w:rtl/>
              </w:rPr>
              <w:drawing>
                <wp:inline distT="0" distB="0" distL="0" distR="0" wp14:anchorId="394A05BB" wp14:editId="67CA9EB6">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A5C25">
              <w:rPr>
                <w:rFonts w:cs="GE SS Text Light" w:hint="cs"/>
                <w:noProof/>
                <w:szCs w:val="20"/>
                <w:rtl/>
              </w:rPr>
              <w:drawing>
                <wp:inline distT="0" distB="0" distL="0" distR="0" wp14:anchorId="6337ACC4" wp14:editId="69EBD6AF">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A5C25">
              <w:rPr>
                <w:rFonts w:cs="GE SS Text Light" w:hint="cs"/>
                <w:noProof/>
                <w:szCs w:val="20"/>
                <w:rtl/>
              </w:rPr>
              <w:drawing>
                <wp:inline distT="0" distB="0" distL="0" distR="0" wp14:anchorId="1797DE9A" wp14:editId="38438A6B">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p w14:paraId="3445198D" w14:textId="77777777" w:rsidR="0028382A" w:rsidRPr="003A5C25" w:rsidRDefault="0028382A" w:rsidP="0028382A">
            <w:pPr>
              <w:tabs>
                <w:tab w:val="left" w:pos="567"/>
              </w:tabs>
              <w:bidi/>
              <w:spacing w:before="240"/>
              <w:ind w:left="-111" w:firstLine="111"/>
              <w:jc w:val="both"/>
              <w:rPr>
                <w:rFonts w:eastAsia="Calibri" w:cs="GE SS Text Light"/>
                <w:szCs w:val="20"/>
                <w:rtl/>
              </w:rPr>
            </w:pPr>
          </w:p>
        </w:tc>
        <w:tc>
          <w:tcPr>
            <w:tcW w:w="4470" w:type="dxa"/>
            <w:tcMar>
              <w:left w:w="105" w:type="dxa"/>
              <w:right w:w="105" w:type="dxa"/>
            </w:tcMar>
          </w:tcPr>
          <w:p w14:paraId="59F20652" w14:textId="77777777" w:rsidR="00AB7B60" w:rsidRPr="004412C7" w:rsidRDefault="00AB7B60" w:rsidP="003A5C25">
            <w:pPr>
              <w:suppressAutoHyphens/>
              <w:bidi/>
              <w:spacing w:before="240"/>
              <w:jc w:val="both"/>
              <w:rPr>
                <w:rFonts w:eastAsia="Times New Roman" w:cs="GE SS Text Medium"/>
                <w:bCs/>
                <w:color w:val="000000" w:themeColor="text1"/>
                <w:szCs w:val="20"/>
                <w:rtl/>
                <w:lang w:val="en-US" w:eastAsia="de-DE"/>
              </w:rPr>
            </w:pPr>
            <w:r w:rsidRPr="004412C7">
              <w:rPr>
                <w:rFonts w:eastAsia="Times New Roman" w:cs="GE SS Text Medium" w:hint="cs"/>
                <w:bCs/>
                <w:color w:val="000000" w:themeColor="text1"/>
                <w:szCs w:val="20"/>
                <w:rtl/>
                <w:lang w:val="en-US" w:eastAsia="de-DE"/>
              </w:rPr>
              <w:t>ذا رومانز</w:t>
            </w:r>
            <w:r w:rsidRPr="004412C7">
              <w:rPr>
                <w:rFonts w:eastAsia="Times New Roman" w:cs="GE SS Text Medium"/>
                <w:bCs/>
                <w:color w:val="000000" w:themeColor="text1"/>
                <w:szCs w:val="20"/>
                <w:lang w:val="en-US" w:eastAsia="de-DE"/>
              </w:rPr>
              <w:t xml:space="preserve"> </w:t>
            </w:r>
          </w:p>
          <w:p w14:paraId="34E9584C" w14:textId="77777777" w:rsidR="00AB7B60" w:rsidRPr="003A5C25" w:rsidRDefault="00AB7B60" w:rsidP="003A5C25">
            <w:pPr>
              <w:suppressAutoHyphens/>
              <w:bidi/>
              <w:spacing w:before="240"/>
              <w:jc w:val="both"/>
              <w:rPr>
                <w:rFonts w:eastAsia="Audi Type" w:cs="GE SS Text Light"/>
                <w:b/>
                <w:szCs w:val="20"/>
                <w:rtl/>
              </w:rPr>
            </w:pPr>
            <w:r w:rsidRPr="003A5C25">
              <w:rPr>
                <w:rFonts w:cs="GE SS Text Light" w:hint="cs"/>
                <w:szCs w:val="20"/>
                <w:rtl/>
              </w:rPr>
              <w:t>شريك العلاقات العامة لأودي الشرق الأوسط</w:t>
            </w:r>
            <w:r w:rsidRPr="003A5C25">
              <w:rPr>
                <w:rFonts w:cs="GE SS Text Light"/>
                <w:szCs w:val="20"/>
              </w:rPr>
              <w:t xml:space="preserve"> </w:t>
            </w:r>
          </w:p>
          <w:p w14:paraId="7CC20045" w14:textId="77777777" w:rsidR="003A5C25" w:rsidRDefault="00AB7B60" w:rsidP="003A5C25">
            <w:pPr>
              <w:suppressAutoHyphens/>
              <w:bidi/>
              <w:spacing w:before="240"/>
              <w:jc w:val="both"/>
              <w:rPr>
                <w:rFonts w:cs="GE SS Text Light"/>
                <w:szCs w:val="20"/>
                <w:rtl/>
              </w:rPr>
            </w:pPr>
            <w:r w:rsidRPr="003A5C25">
              <w:rPr>
                <w:rFonts w:cs="GE SS Text Light" w:hint="cs"/>
                <w:szCs w:val="20"/>
                <w:rtl/>
              </w:rPr>
              <w:t>البريد الإلكتروني:</w:t>
            </w:r>
          </w:p>
          <w:p w14:paraId="76ED33A6" w14:textId="5E9E5F7C" w:rsidR="00AB7B60" w:rsidRPr="003A5C25" w:rsidRDefault="00AB7B60" w:rsidP="003A5C25">
            <w:pPr>
              <w:suppressAutoHyphens/>
              <w:bidi/>
              <w:jc w:val="both"/>
              <w:rPr>
                <w:rFonts w:eastAsia="Audi Type" w:cs="GE SS Text Light"/>
                <w:b/>
                <w:szCs w:val="20"/>
                <w:rtl/>
              </w:rPr>
            </w:pPr>
            <w:r w:rsidRPr="003A5C25">
              <w:rPr>
                <w:rFonts w:cs="GE SS Text Light"/>
                <w:szCs w:val="20"/>
              </w:rPr>
              <w:t xml:space="preserve"> </w:t>
            </w:r>
            <w:hyperlink r:id="rId16">
              <w:r w:rsidRPr="003A5C25">
                <w:rPr>
                  <w:rFonts w:cs="GE SS Text Light"/>
                  <w:color w:val="0000FF"/>
                  <w:szCs w:val="20"/>
                  <w:u w:val="single"/>
                </w:rPr>
                <w:t>AudiMiddleEastPR@wearetheromans.com</w:t>
              </w:r>
            </w:hyperlink>
            <w:r w:rsidRPr="003A5C25">
              <w:rPr>
                <w:rFonts w:cs="GE SS Text Light"/>
                <w:szCs w:val="20"/>
              </w:rPr>
              <w:t xml:space="preserve"> </w:t>
            </w:r>
          </w:p>
        </w:tc>
      </w:tr>
    </w:tbl>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65"/>
      </w:tblGrid>
      <w:tr w:rsidR="000726F2" w:rsidRPr="003A5C25" w14:paraId="7B254232" w14:textId="77777777" w:rsidTr="00AE2BB7">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6D27C58" w14:textId="55B58CE8" w:rsidR="002F57DA" w:rsidRPr="003A5C25" w:rsidRDefault="002F57DA" w:rsidP="003A5C25">
            <w:pPr>
              <w:pStyle w:val="000Abbinder"/>
              <w:bidi/>
              <w:rPr>
                <w:rFonts w:cs="GE SS Text Light"/>
                <w:rtl/>
              </w:rPr>
            </w:pPr>
            <w:bookmarkStart w:id="1" w:name="_Hlk129772683"/>
            <w:bookmarkStart w:id="2" w:name="_Hlk129772673"/>
            <w:r w:rsidRPr="003A5C25">
              <w:rPr>
                <w:rFonts w:cs="GE SS Text Light" w:hint="cs"/>
                <w:rtl/>
              </w:rPr>
              <w:t>تعد مجموعة أودي واحدة من أنجح الشركات المصنعة للسيارات والدراجات النارية من الفئة الفاخرة.</w:t>
            </w:r>
            <w:r w:rsidRPr="003A5C25">
              <w:rPr>
                <w:rFonts w:cs="GE SS Text Light"/>
              </w:rPr>
              <w:t xml:space="preserve"> </w:t>
            </w:r>
            <w:r w:rsidRPr="003A5C25">
              <w:rPr>
                <w:rFonts w:cs="GE SS Text Light" w:hint="cs"/>
                <w:rtl/>
              </w:rPr>
              <w:t>تتواجد العلامات التجارية أودي وبنتلي ولامبورغيني ودوكاتي في 22 موقعًا ضمن 13 دولة.</w:t>
            </w:r>
            <w:r w:rsidRPr="003A5C25">
              <w:rPr>
                <w:rFonts w:cs="GE SS Text Light"/>
              </w:rPr>
              <w:t xml:space="preserve"> </w:t>
            </w:r>
            <w:r w:rsidRPr="003A5C25">
              <w:rPr>
                <w:rFonts w:cs="GE SS Text Light" w:hint="cs"/>
                <w:rtl/>
              </w:rPr>
              <w:t>وتتواجد مجموعة أودي في أكثر من 100 سوق حول العالم.</w:t>
            </w:r>
          </w:p>
          <w:p w14:paraId="7934D6E7" w14:textId="53EB6E6F" w:rsidR="000726F2" w:rsidRPr="003A5C25" w:rsidRDefault="002F57DA" w:rsidP="003A5C25">
            <w:pPr>
              <w:pStyle w:val="000Abbinder"/>
              <w:bidi/>
              <w:rPr>
                <w:rFonts w:cs="GE SS Text Light"/>
                <w:rtl/>
              </w:rPr>
            </w:pPr>
            <w:r w:rsidRPr="003A5C25">
              <w:rPr>
                <w:rFonts w:cs="GE SS Text Light" w:hint="cs"/>
                <w:rtl/>
              </w:rPr>
              <w:t>وخلال العام 2024، سلمت مجموعة أودي لعملائها حوالي 1.7 مليون سيارة من علامة أودي، و10,643 سيارة من علامة بنتلي، و10,687 سيارة من علامة لامبورغيني، و54,495 دراجة نارية من علامة دوكاتي.</w:t>
            </w:r>
            <w:r w:rsidRPr="003A5C25">
              <w:rPr>
                <w:rFonts w:cs="GE SS Text Light"/>
              </w:rPr>
              <w:t xml:space="preserve"> </w:t>
            </w:r>
            <w:r w:rsidRPr="003A5C25">
              <w:rPr>
                <w:rFonts w:cs="GE SS Text Light" w:hint="cs"/>
                <w:rtl/>
              </w:rPr>
              <w:t>وفي السنة المالية 2024، حققت مجموعة أودي عائدات إجمالية بلغت 64.5 مليار يورو وأرباحًا تشغيلية بلغت 3.9 مليار يورو.</w:t>
            </w:r>
            <w:r w:rsidRPr="003A5C25">
              <w:rPr>
                <w:rFonts w:cs="GE SS Text Light"/>
              </w:rPr>
              <w:t xml:space="preserve"> </w:t>
            </w:r>
            <w:r w:rsidRPr="003A5C25">
              <w:rPr>
                <w:rFonts w:cs="GE SS Text Light" w:hint="cs"/>
                <w:rtl/>
              </w:rPr>
              <w:t>وبحلول 31 ديسمبر، بلغ عدد العاملين لدى مجموعة أودي أكثر من 88,000 شخص، منهم أكثر من 55,000 شخص يعملون لدى أودي إيه جي في ألمانيا.</w:t>
            </w:r>
            <w:r w:rsidRPr="003A5C25">
              <w:rPr>
                <w:rFonts w:cs="GE SS Text Light"/>
              </w:rPr>
              <w:t xml:space="preserve"> </w:t>
            </w:r>
            <w:r w:rsidRPr="003A5C25">
              <w:rPr>
                <w:rFonts w:cs="GE SS Text Light" w:hint="cs"/>
                <w:rtl/>
              </w:rPr>
              <w:t>وتمضي العلامة بعلاماتها التجارية الجذابة وطرازاتها العديدة الحديثة بخطوات حثيثة ومتكاملة نحو هدفها للتحول إلى مزوِّد لحلول التنقل الفاخرة والمستدامة والمتصلة بالكامل.</w:t>
            </w:r>
          </w:p>
        </w:tc>
      </w:tr>
      <w:bookmarkEnd w:id="0"/>
      <w:bookmarkEnd w:id="1"/>
      <w:bookmarkEnd w:id="2"/>
    </w:tbl>
    <w:p w14:paraId="312EABD6" w14:textId="77777777" w:rsidR="00AA39A9" w:rsidRPr="003A5C25" w:rsidRDefault="00AA39A9" w:rsidP="003A5C25">
      <w:pPr>
        <w:pStyle w:val="000Abbinder"/>
        <w:bidi/>
        <w:rPr>
          <w:rFonts w:cs="GE SS Text Light"/>
          <w:i/>
          <w:iCs/>
          <w:sz w:val="20"/>
          <w:szCs w:val="20"/>
          <w:lang w:val="en-GB"/>
        </w:rPr>
      </w:pPr>
    </w:p>
    <w:sectPr w:rsidR="00AA39A9" w:rsidRPr="003A5C25" w:rsidSect="00AE651A">
      <w:headerReference w:type="default" r:id="rId17"/>
      <w:footerReference w:type="default" r:id="rId18"/>
      <w:headerReference w:type="first" r:id="rId19"/>
      <w:footerReference w:type="first" r:id="rId20"/>
      <w:pgSz w:w="11906" w:h="16838"/>
      <w:pgMar w:top="1662" w:right="1417" w:bottom="1134" w:left="1417" w:header="85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A905B" w14:textId="77777777" w:rsidR="00990740" w:rsidRDefault="00990740" w:rsidP="00636F61">
      <w:r>
        <w:separator/>
      </w:r>
    </w:p>
    <w:p w14:paraId="4B80F38F" w14:textId="77777777" w:rsidR="00990740" w:rsidRDefault="00990740"/>
  </w:endnote>
  <w:endnote w:type="continuationSeparator" w:id="0">
    <w:p w14:paraId="58C58AE9" w14:textId="77777777" w:rsidR="00990740" w:rsidRDefault="00990740" w:rsidP="00636F61">
      <w:r>
        <w:continuationSeparator/>
      </w:r>
    </w:p>
    <w:p w14:paraId="2D6EFE9D" w14:textId="77777777" w:rsidR="00990740" w:rsidRDefault="00990740"/>
  </w:endnote>
  <w:endnote w:type="continuationNotice" w:id="1">
    <w:p w14:paraId="79264106" w14:textId="77777777" w:rsidR="00990740" w:rsidRDefault="00990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quot;Calibri&quot;,sans-serif">
    <w:altName w:val="Cambria"/>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pitch w:val="variable"/>
    <w:sig w:usb0="A10002EF" w:usb1="500020FB" w:usb2="00000000" w:usb3="00000000" w:csb0="0000009F" w:csb1="00000000"/>
  </w:font>
  <w:font w:name="Audi Type">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 SS Text Medium">
    <w:panose1 w:val="020A0503020102020204"/>
    <w:charset w:val="B2"/>
    <w:family w:val="roman"/>
    <w:notTrueType/>
    <w:pitch w:val="variable"/>
    <w:sig w:usb0="80002003" w:usb1="80000100" w:usb2="00000028" w:usb3="00000000" w:csb0="0000004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GE SS Text Light">
    <w:panose1 w:val="020A0503020102020204"/>
    <w:charset w:val="B2"/>
    <w:family w:val="roman"/>
    <w:notTrueType/>
    <w:pitch w:val="variable"/>
    <w:sig w:usb0="80002003" w:usb1="80000100" w:usb2="0000002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E9E7" w14:textId="77777777" w:rsidR="00E01F2D" w:rsidRDefault="00E01F2D" w:rsidP="00E01F2D">
    <w:pPr>
      <w:pStyle w:val="000Funoten"/>
      <w:tabs>
        <w:tab w:val="clear" w:pos="6484"/>
        <w:tab w:val="left" w:pos="8647"/>
      </w:tabs>
      <w:bidi/>
      <w:ind w:right="567"/>
      <w:rPr>
        <w:rtl/>
      </w:rPr>
    </w:pPr>
    <w:r>
      <w:rPr>
        <w:rFonts w:hint="cs"/>
        <w:rtl/>
      </w:rPr>
      <w:tab/>
      <w:t xml:space="preserve">   </w:t>
    </w:r>
    <w:r w:rsidRPr="00474412">
      <w:fldChar w:fldCharType="begin"/>
    </w:r>
    <w:r>
      <w:rPr>
        <w:rtl/>
      </w:rPr>
      <w:instrText xml:space="preserve"> </w:instrText>
    </w:r>
    <w:r w:rsidRPr="00286F46">
      <w:rPr>
        <w:rFonts w:hint="cs"/>
      </w:rPr>
      <w:instrText>PAGE</w:instrText>
    </w:r>
    <w:r w:rsidRPr="00474412">
      <w:fldChar w:fldCharType="separate"/>
    </w:r>
    <w:r>
      <w:t>1</w:t>
    </w:r>
    <w:r w:rsidRPr="00474412">
      <w:fldChar w:fldCharType="end"/>
    </w:r>
    <w:r>
      <w:rPr>
        <w:rFonts w:hint="cs"/>
        <w:rtl/>
      </w:rPr>
      <w:t>/</w:t>
    </w:r>
    <w:r w:rsidRPr="00474412">
      <w:fldChar w:fldCharType="begin"/>
    </w:r>
    <w:r>
      <w:rPr>
        <w:rtl/>
      </w:rPr>
      <w:instrText xml:space="preserve"> </w:instrText>
    </w:r>
    <w:r w:rsidRPr="00474412">
      <w:instrText>NUMPAGES</w:instrText>
    </w:r>
    <w:r w:rsidRPr="00474412">
      <w:fldChar w:fldCharType="separate"/>
    </w:r>
    <w:r>
      <w:t>3</w:t>
    </w:r>
    <w:r w:rsidRPr="004744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F94E" w14:textId="042B5039" w:rsidR="00653310" w:rsidRDefault="00DF0A70" w:rsidP="00653310">
    <w:pPr>
      <w:pStyle w:val="000Funoten"/>
      <w:tabs>
        <w:tab w:val="clear" w:pos="6484"/>
        <w:tab w:val="left" w:pos="8647"/>
      </w:tabs>
      <w:bidi/>
      <w:ind w:right="567"/>
      <w:rPr>
        <w:rtl/>
      </w:rPr>
    </w:pPr>
    <w:r>
      <w:rPr>
        <w:rFonts w:hint="cs"/>
        <w:rtl/>
      </w:rPr>
      <w:tab/>
      <w:t xml:space="preserve">   </w:t>
    </w:r>
    <w:r w:rsidRPr="00474412">
      <w:fldChar w:fldCharType="begin"/>
    </w:r>
    <w:r>
      <w:rPr>
        <w:rtl/>
      </w:rPr>
      <w:instrText xml:space="preserve"> </w:instrText>
    </w:r>
    <w:r w:rsidRPr="00286F46">
      <w:rPr>
        <w:rFonts w:hint="cs"/>
      </w:rPr>
      <w:instrText>PAGE</w:instrText>
    </w:r>
    <w:r w:rsidRPr="00474412">
      <w:fldChar w:fldCharType="separate"/>
    </w:r>
    <w:r w:rsidRPr="00474412">
      <w:t>1</w:t>
    </w:r>
    <w:r w:rsidRPr="00474412">
      <w:fldChar w:fldCharType="end"/>
    </w:r>
    <w:r>
      <w:rPr>
        <w:rFonts w:hint="cs"/>
        <w:rtl/>
      </w:rPr>
      <w:t>/</w:t>
    </w:r>
    <w:r w:rsidRPr="00474412">
      <w:fldChar w:fldCharType="begin"/>
    </w:r>
    <w:r>
      <w:rPr>
        <w:rtl/>
      </w:rPr>
      <w:instrText xml:space="preserve"> </w:instrText>
    </w:r>
    <w:r w:rsidRPr="00474412">
      <w:instrText>NUMPAGES</w:instrText>
    </w:r>
    <w:r w:rsidRPr="00474412">
      <w:fldChar w:fldCharType="separate"/>
    </w:r>
    <w:r w:rsidRPr="00474412">
      <w:t>3</w:t>
    </w:r>
    <w:r w:rsidRPr="004744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CDA06" w14:textId="77777777" w:rsidR="00990740" w:rsidRDefault="00990740" w:rsidP="00636F61">
      <w:r>
        <w:separator/>
      </w:r>
    </w:p>
    <w:p w14:paraId="4D35001B" w14:textId="77777777" w:rsidR="00990740" w:rsidRDefault="00990740"/>
  </w:footnote>
  <w:footnote w:type="continuationSeparator" w:id="0">
    <w:p w14:paraId="3185073F" w14:textId="77777777" w:rsidR="00990740" w:rsidRDefault="00990740" w:rsidP="00636F61">
      <w:r>
        <w:continuationSeparator/>
      </w:r>
    </w:p>
    <w:p w14:paraId="5773C3D1" w14:textId="77777777" w:rsidR="00990740" w:rsidRDefault="00990740"/>
  </w:footnote>
  <w:footnote w:type="continuationNotice" w:id="1">
    <w:p w14:paraId="289AD20C" w14:textId="77777777" w:rsidR="00990740" w:rsidRDefault="00990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E1DB5" w14:textId="603BFDAE" w:rsidR="00873A5C" w:rsidRPr="00074318" w:rsidRDefault="006D5638" w:rsidP="00873A5C">
    <w:pPr>
      <w:bidi/>
      <w:rPr>
        <w:rtl/>
      </w:rPr>
    </w:pPr>
    <w:r>
      <w:rPr>
        <w:rFonts w:hint="cs"/>
        <w:noProof/>
        <w:rtl/>
      </w:rPr>
      <w:drawing>
        <wp:anchor distT="0" distB="0" distL="114300" distR="114300" simplePos="0" relativeHeight="251663361" behindDoc="0" locked="0" layoutInCell="1" allowOverlap="1" wp14:anchorId="31DBDF0C" wp14:editId="5B0892DE">
          <wp:simplePos x="0" y="0"/>
          <wp:positionH relativeFrom="margin">
            <wp:posOffset>0</wp:posOffset>
          </wp:positionH>
          <wp:positionV relativeFrom="paragraph">
            <wp:posOffset>-635</wp:posOffset>
          </wp:positionV>
          <wp:extent cx="3682800" cy="439200"/>
          <wp:effectExtent l="0" t="0" r="635" b="5715"/>
          <wp:wrapNone/>
          <wp:docPr id="1459900402"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06778"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800" cy="43920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64385" behindDoc="0" locked="0" layoutInCell="0" allowOverlap="1" wp14:anchorId="72F741BC" wp14:editId="12A1C981">
          <wp:simplePos x="0" y="0"/>
          <wp:positionH relativeFrom="margin">
            <wp:posOffset>4633595</wp:posOffset>
          </wp:positionH>
          <wp:positionV relativeFrom="page">
            <wp:posOffset>582295</wp:posOffset>
          </wp:positionV>
          <wp:extent cx="1155600" cy="475200"/>
          <wp:effectExtent l="0" t="0" r="635" b="0"/>
          <wp:wrapNone/>
          <wp:docPr id="1048310589"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600"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F3AF1A" w14:textId="77777777" w:rsidR="00873A5C" w:rsidRDefault="00873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078E2" w14:textId="4538EF1A" w:rsidR="00873A5C" w:rsidRPr="00074318" w:rsidRDefault="002D40E3" w:rsidP="00873A5C">
    <w:pPr>
      <w:bidi/>
      <w:rPr>
        <w:rtl/>
      </w:rPr>
    </w:pPr>
    <w:r>
      <w:rPr>
        <w:rFonts w:hint="cs"/>
        <w:noProof/>
        <w:rtl/>
      </w:rPr>
      <w:drawing>
        <wp:anchor distT="0" distB="0" distL="114300" distR="114300" simplePos="0" relativeHeight="251660289" behindDoc="0" locked="0" layoutInCell="1" allowOverlap="1" wp14:anchorId="320D9164" wp14:editId="4D8F76E1">
          <wp:simplePos x="0" y="0"/>
          <wp:positionH relativeFrom="margin">
            <wp:posOffset>0</wp:posOffset>
          </wp:positionH>
          <wp:positionV relativeFrom="paragraph">
            <wp:posOffset>-635</wp:posOffset>
          </wp:positionV>
          <wp:extent cx="3682800" cy="439200"/>
          <wp:effectExtent l="0" t="0" r="635" b="5715"/>
          <wp:wrapNone/>
          <wp:docPr id="287606778"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606778"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800" cy="43920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61313" behindDoc="0" locked="0" layoutInCell="0" allowOverlap="1" wp14:anchorId="13D06F81" wp14:editId="3E527291">
          <wp:simplePos x="0" y="0"/>
          <wp:positionH relativeFrom="margin">
            <wp:posOffset>4633595</wp:posOffset>
          </wp:positionH>
          <wp:positionV relativeFrom="page">
            <wp:posOffset>582295</wp:posOffset>
          </wp:positionV>
          <wp:extent cx="1155600" cy="475200"/>
          <wp:effectExtent l="0" t="0" r="635" b="0"/>
          <wp:wrapNone/>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600"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E09F43" w14:textId="3C1D4407" w:rsidR="00873A5C" w:rsidRPr="00873A5C" w:rsidRDefault="00873A5C" w:rsidP="00873A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28227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98F8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AED4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7215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02D0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1CB3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78E3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76D8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90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FE4C7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331008"/>
    <w:multiLevelType w:val="hybridMultilevel"/>
    <w:tmpl w:val="5ED43E7E"/>
    <w:lvl w:ilvl="0" w:tplc="43FEEF28">
      <w:start w:val="1"/>
      <w:numFmt w:val="bullet"/>
      <w:lvlText w:val="-"/>
      <w:lvlJc w:val="left"/>
      <w:pPr>
        <w:ind w:left="720" w:hanging="360"/>
      </w:pPr>
      <w:rPr>
        <w:rFonts w:ascii="&quot;Calibri&quot;,sans-serif" w:hAnsi="&quot;Calibri&quot;,sans-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336528"/>
    <w:multiLevelType w:val="hybridMultilevel"/>
    <w:tmpl w:val="4E1C0D5C"/>
    <w:lvl w:ilvl="0" w:tplc="DBC80630">
      <w:start w:val="1"/>
      <w:numFmt w:val="bullet"/>
      <w:pStyle w:val="000Bulletpoin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12" w15:restartNumberingAfterBreak="0">
    <w:nsid w:val="1B1065D0"/>
    <w:multiLevelType w:val="hybridMultilevel"/>
    <w:tmpl w:val="A732AE70"/>
    <w:lvl w:ilvl="0" w:tplc="82AEC65E">
      <w:start w:val="1"/>
      <w:numFmt w:val="bullet"/>
      <w:pStyle w:val="000BulletpointsCopy"/>
      <w:lvlText w:val=""/>
      <w:lvlJc w:val="left"/>
      <w:pPr>
        <w:ind w:left="567" w:hanging="283"/>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4A75CBB"/>
    <w:multiLevelType w:val="hybridMultilevel"/>
    <w:tmpl w:val="CF209B2E"/>
    <w:lvl w:ilvl="0" w:tplc="BA7001A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2F4D8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93C03EC"/>
    <w:multiLevelType w:val="hybridMultilevel"/>
    <w:tmpl w:val="29B8CF08"/>
    <w:lvl w:ilvl="0" w:tplc="720CAA1C">
      <w:start w:val="1"/>
      <w:numFmt w:val="bullet"/>
      <w:lvlText w:val="&gt;"/>
      <w:lvlJc w:val="left"/>
      <w:pPr>
        <w:ind w:left="284" w:hanging="284"/>
      </w:pPr>
      <w:rPr>
        <w:rFonts w:ascii="Audi Type Extended" w:hAnsi="Audi Type Extended" w:hint="default"/>
        <w:b/>
        <w:i w:val="0"/>
        <w:color w:val="E51C3C"/>
        <w:sz w:val="20"/>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AF1E1D"/>
    <w:multiLevelType w:val="multilevel"/>
    <w:tmpl w:val="E8C08C3A"/>
    <w:styleLink w:val="AktuelleListe1"/>
    <w:lvl w:ilvl="0">
      <w:start w:val="1"/>
      <w:numFmt w:val="bullet"/>
      <w:lvlText w:val="·"/>
      <w:lvlJc w:val="left"/>
      <w:pPr>
        <w:ind w:left="425" w:hanging="425"/>
      </w:pPr>
      <w:rPr>
        <w:rFonts w:ascii="Audi Type" w:hAnsi="Audi Type" w:hint="default"/>
        <w:b/>
        <w:i w:val="0"/>
        <w:color w:val="auto"/>
        <w:sz w:val="28"/>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B157BA5"/>
    <w:multiLevelType w:val="hybridMultilevel"/>
    <w:tmpl w:val="7CC64AD0"/>
    <w:lvl w:ilvl="0" w:tplc="96CC77E2">
      <w:start w:val="1"/>
      <w:numFmt w:val="bullet"/>
      <w:lvlText w:val=""/>
      <w:lvlJc w:val="left"/>
      <w:pPr>
        <w:ind w:left="284" w:hanging="284"/>
      </w:pPr>
      <w:rPr>
        <w:rFonts w:ascii="Symbol" w:hAnsi="Symbol" w:hint="default"/>
        <w:b w:val="0"/>
        <w:i w:val="0"/>
        <w:color w:val="E51C3C"/>
        <w:sz w:val="16"/>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9159ED"/>
    <w:multiLevelType w:val="hybridMultilevel"/>
    <w:tmpl w:val="B914B8BA"/>
    <w:lvl w:ilvl="0" w:tplc="42B6D390">
      <w:start w:val="1"/>
      <w:numFmt w:val="bullet"/>
      <w:lvlText w:val=""/>
      <w:lvlJc w:val="left"/>
      <w:pPr>
        <w:ind w:left="0" w:hanging="1071"/>
      </w:pPr>
      <w:rPr>
        <w:rFonts w:ascii="Symbol" w:hAnsi="Symbol" w:hint="default"/>
      </w:rPr>
    </w:lvl>
    <w:lvl w:ilvl="1" w:tplc="04070003">
      <w:start w:val="1"/>
      <w:numFmt w:val="bullet"/>
      <w:lvlText w:val="o"/>
      <w:lvlJc w:val="left"/>
      <w:pPr>
        <w:ind w:left="9" w:hanging="360"/>
      </w:pPr>
      <w:rPr>
        <w:rFonts w:ascii="Courier New" w:hAnsi="Courier New" w:cs="Courier New" w:hint="default"/>
      </w:rPr>
    </w:lvl>
    <w:lvl w:ilvl="2" w:tplc="04070005">
      <w:start w:val="1"/>
      <w:numFmt w:val="bullet"/>
      <w:lvlText w:val=""/>
      <w:lvlJc w:val="left"/>
      <w:pPr>
        <w:ind w:left="729" w:hanging="360"/>
      </w:pPr>
      <w:rPr>
        <w:rFonts w:ascii="Wingdings" w:hAnsi="Wingdings" w:hint="default"/>
      </w:rPr>
    </w:lvl>
    <w:lvl w:ilvl="3" w:tplc="04070001">
      <w:start w:val="1"/>
      <w:numFmt w:val="bullet"/>
      <w:lvlText w:val=""/>
      <w:lvlJc w:val="left"/>
      <w:pPr>
        <w:ind w:left="1449" w:hanging="360"/>
      </w:pPr>
      <w:rPr>
        <w:rFonts w:ascii="Symbol" w:hAnsi="Symbol" w:hint="default"/>
      </w:rPr>
    </w:lvl>
    <w:lvl w:ilvl="4" w:tplc="04070003">
      <w:start w:val="1"/>
      <w:numFmt w:val="bullet"/>
      <w:lvlText w:val="o"/>
      <w:lvlJc w:val="left"/>
      <w:pPr>
        <w:ind w:left="2169" w:hanging="360"/>
      </w:pPr>
      <w:rPr>
        <w:rFonts w:ascii="Courier New" w:hAnsi="Courier New" w:cs="Courier New" w:hint="default"/>
      </w:rPr>
    </w:lvl>
    <w:lvl w:ilvl="5" w:tplc="04070005">
      <w:start w:val="1"/>
      <w:numFmt w:val="bullet"/>
      <w:lvlText w:val=""/>
      <w:lvlJc w:val="left"/>
      <w:pPr>
        <w:ind w:left="2889" w:hanging="360"/>
      </w:pPr>
      <w:rPr>
        <w:rFonts w:ascii="Wingdings" w:hAnsi="Wingdings" w:hint="default"/>
      </w:rPr>
    </w:lvl>
    <w:lvl w:ilvl="6" w:tplc="04070001">
      <w:start w:val="1"/>
      <w:numFmt w:val="bullet"/>
      <w:lvlText w:val=""/>
      <w:lvlJc w:val="left"/>
      <w:pPr>
        <w:ind w:left="3609" w:hanging="360"/>
      </w:pPr>
      <w:rPr>
        <w:rFonts w:ascii="Symbol" w:hAnsi="Symbol" w:hint="default"/>
      </w:rPr>
    </w:lvl>
    <w:lvl w:ilvl="7" w:tplc="04070003">
      <w:start w:val="1"/>
      <w:numFmt w:val="bullet"/>
      <w:lvlText w:val="o"/>
      <w:lvlJc w:val="left"/>
      <w:pPr>
        <w:ind w:left="4329" w:hanging="360"/>
      </w:pPr>
      <w:rPr>
        <w:rFonts w:ascii="Courier New" w:hAnsi="Courier New" w:cs="Courier New" w:hint="default"/>
      </w:rPr>
    </w:lvl>
    <w:lvl w:ilvl="8" w:tplc="04070005">
      <w:start w:val="1"/>
      <w:numFmt w:val="bullet"/>
      <w:lvlText w:val=""/>
      <w:lvlJc w:val="left"/>
      <w:pPr>
        <w:ind w:left="5049" w:hanging="360"/>
      </w:pPr>
      <w:rPr>
        <w:rFonts w:ascii="Wingdings" w:hAnsi="Wingdings" w:hint="default"/>
      </w:rPr>
    </w:lvl>
  </w:abstractNum>
  <w:abstractNum w:abstractNumId="21" w15:restartNumberingAfterBreak="0">
    <w:nsid w:val="69441BC9"/>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A99229C"/>
    <w:multiLevelType w:val="multilevel"/>
    <w:tmpl w:val="70F4E550"/>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0"/>
        </w:tabs>
        <w:ind w:left="9" w:hanging="360"/>
      </w:pPr>
      <w:rPr>
        <w:rFonts w:ascii="Courier New" w:hAnsi="Courier New" w:cs="Courier New" w:hint="default"/>
      </w:rPr>
    </w:lvl>
    <w:lvl w:ilvl="2">
      <w:start w:val="1"/>
      <w:numFmt w:val="bullet"/>
      <w:lvlText w:val=""/>
      <w:lvlJc w:val="left"/>
      <w:pPr>
        <w:tabs>
          <w:tab w:val="num" w:pos="0"/>
        </w:tabs>
        <w:ind w:left="729" w:hanging="360"/>
      </w:pPr>
      <w:rPr>
        <w:rFonts w:ascii="Wingdings" w:hAnsi="Wingdings" w:cs="Wingdings" w:hint="default"/>
      </w:rPr>
    </w:lvl>
    <w:lvl w:ilvl="3">
      <w:start w:val="1"/>
      <w:numFmt w:val="bullet"/>
      <w:lvlText w:val=""/>
      <w:lvlJc w:val="left"/>
      <w:pPr>
        <w:tabs>
          <w:tab w:val="num" w:pos="0"/>
        </w:tabs>
        <w:ind w:left="1449" w:hanging="360"/>
      </w:pPr>
      <w:rPr>
        <w:rFonts w:ascii="Symbol" w:hAnsi="Symbol" w:cs="Symbol" w:hint="default"/>
      </w:rPr>
    </w:lvl>
    <w:lvl w:ilvl="4">
      <w:start w:val="1"/>
      <w:numFmt w:val="bullet"/>
      <w:lvlText w:val="o"/>
      <w:lvlJc w:val="left"/>
      <w:pPr>
        <w:tabs>
          <w:tab w:val="num" w:pos="0"/>
        </w:tabs>
        <w:ind w:left="2169" w:hanging="360"/>
      </w:pPr>
      <w:rPr>
        <w:rFonts w:ascii="Courier New" w:hAnsi="Courier New" w:cs="Courier New" w:hint="default"/>
      </w:rPr>
    </w:lvl>
    <w:lvl w:ilvl="5">
      <w:start w:val="1"/>
      <w:numFmt w:val="bullet"/>
      <w:lvlText w:val=""/>
      <w:lvlJc w:val="left"/>
      <w:pPr>
        <w:tabs>
          <w:tab w:val="num" w:pos="0"/>
        </w:tabs>
        <w:ind w:left="2889" w:hanging="360"/>
      </w:pPr>
      <w:rPr>
        <w:rFonts w:ascii="Wingdings" w:hAnsi="Wingdings" w:cs="Wingdings" w:hint="default"/>
      </w:rPr>
    </w:lvl>
    <w:lvl w:ilvl="6">
      <w:start w:val="1"/>
      <w:numFmt w:val="bullet"/>
      <w:lvlText w:val=""/>
      <w:lvlJc w:val="left"/>
      <w:pPr>
        <w:tabs>
          <w:tab w:val="num" w:pos="0"/>
        </w:tabs>
        <w:ind w:left="3609" w:hanging="360"/>
      </w:pPr>
      <w:rPr>
        <w:rFonts w:ascii="Symbol" w:hAnsi="Symbol" w:cs="Symbol" w:hint="default"/>
      </w:rPr>
    </w:lvl>
    <w:lvl w:ilvl="7">
      <w:start w:val="1"/>
      <w:numFmt w:val="bullet"/>
      <w:lvlText w:val="o"/>
      <w:lvlJc w:val="left"/>
      <w:pPr>
        <w:tabs>
          <w:tab w:val="num" w:pos="0"/>
        </w:tabs>
        <w:ind w:left="4329" w:hanging="360"/>
      </w:pPr>
      <w:rPr>
        <w:rFonts w:ascii="Courier New" w:hAnsi="Courier New" w:cs="Courier New" w:hint="default"/>
      </w:rPr>
    </w:lvl>
    <w:lvl w:ilvl="8">
      <w:start w:val="1"/>
      <w:numFmt w:val="bullet"/>
      <w:lvlText w:val=""/>
      <w:lvlJc w:val="left"/>
      <w:pPr>
        <w:tabs>
          <w:tab w:val="num" w:pos="0"/>
        </w:tabs>
        <w:ind w:left="5049" w:hanging="360"/>
      </w:pPr>
      <w:rPr>
        <w:rFonts w:ascii="Wingdings" w:hAnsi="Wingdings" w:cs="Wingdings" w:hint="default"/>
      </w:rPr>
    </w:lvl>
  </w:abstractNum>
  <w:num w:numId="1" w16cid:durableId="127557513">
    <w:abstractNumId w:val="20"/>
  </w:num>
  <w:num w:numId="2" w16cid:durableId="1465587531">
    <w:abstractNumId w:val="22"/>
  </w:num>
  <w:num w:numId="3" w16cid:durableId="1531604212">
    <w:abstractNumId w:val="0"/>
  </w:num>
  <w:num w:numId="4" w16cid:durableId="1484465208">
    <w:abstractNumId w:val="1"/>
  </w:num>
  <w:num w:numId="5" w16cid:durableId="1586651579">
    <w:abstractNumId w:val="2"/>
  </w:num>
  <w:num w:numId="6" w16cid:durableId="237902591">
    <w:abstractNumId w:val="3"/>
  </w:num>
  <w:num w:numId="7" w16cid:durableId="2135326630">
    <w:abstractNumId w:val="8"/>
  </w:num>
  <w:num w:numId="8" w16cid:durableId="1392925740">
    <w:abstractNumId w:val="4"/>
  </w:num>
  <w:num w:numId="9" w16cid:durableId="1715689453">
    <w:abstractNumId w:val="5"/>
  </w:num>
  <w:num w:numId="10" w16cid:durableId="1690911725">
    <w:abstractNumId w:val="6"/>
  </w:num>
  <w:num w:numId="11" w16cid:durableId="794713266">
    <w:abstractNumId w:val="7"/>
  </w:num>
  <w:num w:numId="12" w16cid:durableId="1584729129">
    <w:abstractNumId w:val="9"/>
  </w:num>
  <w:num w:numId="13" w16cid:durableId="1965427697">
    <w:abstractNumId w:val="18"/>
  </w:num>
  <w:num w:numId="14" w16cid:durableId="1170680958">
    <w:abstractNumId w:val="17"/>
  </w:num>
  <w:num w:numId="15" w16cid:durableId="1828594688">
    <w:abstractNumId w:val="19"/>
  </w:num>
  <w:num w:numId="16" w16cid:durableId="71633099">
    <w:abstractNumId w:val="15"/>
  </w:num>
  <w:num w:numId="17" w16cid:durableId="1110705425">
    <w:abstractNumId w:val="12"/>
  </w:num>
  <w:num w:numId="18" w16cid:durableId="1719628854">
    <w:abstractNumId w:val="14"/>
  </w:num>
  <w:num w:numId="19" w16cid:durableId="1273630455">
    <w:abstractNumId w:val="21"/>
  </w:num>
  <w:num w:numId="20" w16cid:durableId="71124201">
    <w:abstractNumId w:val="13"/>
  </w:num>
  <w:num w:numId="21" w16cid:durableId="1843427034">
    <w:abstractNumId w:val="16"/>
  </w:num>
  <w:num w:numId="22" w16cid:durableId="2103604198">
    <w:abstractNumId w:val="11"/>
  </w:num>
  <w:num w:numId="23" w16cid:durableId="10915111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82"/>
    <w:rsid w:val="00001652"/>
    <w:rsid w:val="00003521"/>
    <w:rsid w:val="00003610"/>
    <w:rsid w:val="0000726B"/>
    <w:rsid w:val="000104AD"/>
    <w:rsid w:val="000135C5"/>
    <w:rsid w:val="000143F3"/>
    <w:rsid w:val="00014694"/>
    <w:rsid w:val="00021043"/>
    <w:rsid w:val="00023C67"/>
    <w:rsid w:val="00025A1D"/>
    <w:rsid w:val="0003001B"/>
    <w:rsid w:val="00031166"/>
    <w:rsid w:val="00036F1D"/>
    <w:rsid w:val="0003736E"/>
    <w:rsid w:val="00040FEE"/>
    <w:rsid w:val="000423DB"/>
    <w:rsid w:val="00045674"/>
    <w:rsid w:val="000519A2"/>
    <w:rsid w:val="00052753"/>
    <w:rsid w:val="00053188"/>
    <w:rsid w:val="00053747"/>
    <w:rsid w:val="00054647"/>
    <w:rsid w:val="00057FE2"/>
    <w:rsid w:val="00061731"/>
    <w:rsid w:val="000624B6"/>
    <w:rsid w:val="000630C3"/>
    <w:rsid w:val="00064A69"/>
    <w:rsid w:val="00065405"/>
    <w:rsid w:val="00065DAF"/>
    <w:rsid w:val="00066618"/>
    <w:rsid w:val="0006661D"/>
    <w:rsid w:val="00066817"/>
    <w:rsid w:val="0007096F"/>
    <w:rsid w:val="000726F2"/>
    <w:rsid w:val="00073759"/>
    <w:rsid w:val="000771C7"/>
    <w:rsid w:val="000805F6"/>
    <w:rsid w:val="00081303"/>
    <w:rsid w:val="00081349"/>
    <w:rsid w:val="00081B93"/>
    <w:rsid w:val="000826A9"/>
    <w:rsid w:val="00083404"/>
    <w:rsid w:val="00084552"/>
    <w:rsid w:val="00084858"/>
    <w:rsid w:val="00094F7D"/>
    <w:rsid w:val="000A07E2"/>
    <w:rsid w:val="000A0B3F"/>
    <w:rsid w:val="000A184D"/>
    <w:rsid w:val="000A19EB"/>
    <w:rsid w:val="000A28C5"/>
    <w:rsid w:val="000A36A2"/>
    <w:rsid w:val="000A459A"/>
    <w:rsid w:val="000A4F58"/>
    <w:rsid w:val="000A52BB"/>
    <w:rsid w:val="000A586D"/>
    <w:rsid w:val="000A724F"/>
    <w:rsid w:val="000B05EE"/>
    <w:rsid w:val="000B1D9F"/>
    <w:rsid w:val="000B205B"/>
    <w:rsid w:val="000B2BD2"/>
    <w:rsid w:val="000B3743"/>
    <w:rsid w:val="000B4C91"/>
    <w:rsid w:val="000B56C9"/>
    <w:rsid w:val="000C1AB5"/>
    <w:rsid w:val="000C36F8"/>
    <w:rsid w:val="000D0B6F"/>
    <w:rsid w:val="000D11C9"/>
    <w:rsid w:val="000D1AED"/>
    <w:rsid w:val="000D2E5F"/>
    <w:rsid w:val="000D40EF"/>
    <w:rsid w:val="000E175F"/>
    <w:rsid w:val="000E18BD"/>
    <w:rsid w:val="000E3B95"/>
    <w:rsid w:val="000E5096"/>
    <w:rsid w:val="000E5581"/>
    <w:rsid w:val="000E7246"/>
    <w:rsid w:val="000F145D"/>
    <w:rsid w:val="000F2F93"/>
    <w:rsid w:val="000F37D4"/>
    <w:rsid w:val="000F7486"/>
    <w:rsid w:val="00100412"/>
    <w:rsid w:val="00100F13"/>
    <w:rsid w:val="001011AA"/>
    <w:rsid w:val="00103A0F"/>
    <w:rsid w:val="001138C1"/>
    <w:rsid w:val="00114C66"/>
    <w:rsid w:val="00115118"/>
    <w:rsid w:val="00116D6C"/>
    <w:rsid w:val="00121BCF"/>
    <w:rsid w:val="00121D41"/>
    <w:rsid w:val="00132BFE"/>
    <w:rsid w:val="00136024"/>
    <w:rsid w:val="00137E77"/>
    <w:rsid w:val="00140532"/>
    <w:rsid w:val="00140EDF"/>
    <w:rsid w:val="00144090"/>
    <w:rsid w:val="00144FC2"/>
    <w:rsid w:val="00146007"/>
    <w:rsid w:val="00147835"/>
    <w:rsid w:val="0014789A"/>
    <w:rsid w:val="00150E61"/>
    <w:rsid w:val="00151E73"/>
    <w:rsid w:val="00153C9E"/>
    <w:rsid w:val="00154D61"/>
    <w:rsid w:val="0015532F"/>
    <w:rsid w:val="0015643A"/>
    <w:rsid w:val="001646EE"/>
    <w:rsid w:val="00165342"/>
    <w:rsid w:val="0016696D"/>
    <w:rsid w:val="00166D0D"/>
    <w:rsid w:val="001674DA"/>
    <w:rsid w:val="00167D0D"/>
    <w:rsid w:val="00172CF2"/>
    <w:rsid w:val="001742F9"/>
    <w:rsid w:val="00181733"/>
    <w:rsid w:val="0018626B"/>
    <w:rsid w:val="0018687B"/>
    <w:rsid w:val="001909F7"/>
    <w:rsid w:val="00191299"/>
    <w:rsid w:val="0019597B"/>
    <w:rsid w:val="001A1BC6"/>
    <w:rsid w:val="001A2F3A"/>
    <w:rsid w:val="001B061D"/>
    <w:rsid w:val="001B0A2D"/>
    <w:rsid w:val="001B4908"/>
    <w:rsid w:val="001C1E58"/>
    <w:rsid w:val="001C2C57"/>
    <w:rsid w:val="001C4C16"/>
    <w:rsid w:val="001C6252"/>
    <w:rsid w:val="001C68E4"/>
    <w:rsid w:val="001C75EE"/>
    <w:rsid w:val="001C77EF"/>
    <w:rsid w:val="001C7A49"/>
    <w:rsid w:val="001C7B81"/>
    <w:rsid w:val="001D1C6E"/>
    <w:rsid w:val="001D2B1B"/>
    <w:rsid w:val="001D311C"/>
    <w:rsid w:val="001D325B"/>
    <w:rsid w:val="001D39B8"/>
    <w:rsid w:val="001D5308"/>
    <w:rsid w:val="001D6C84"/>
    <w:rsid w:val="001D6C8F"/>
    <w:rsid w:val="001D7912"/>
    <w:rsid w:val="001E05B1"/>
    <w:rsid w:val="001E4B7A"/>
    <w:rsid w:val="001E5C76"/>
    <w:rsid w:val="001E6BC3"/>
    <w:rsid w:val="001E7390"/>
    <w:rsid w:val="001E7508"/>
    <w:rsid w:val="001F0E04"/>
    <w:rsid w:val="001F4444"/>
    <w:rsid w:val="001F55F1"/>
    <w:rsid w:val="001F5C8F"/>
    <w:rsid w:val="00200391"/>
    <w:rsid w:val="00203751"/>
    <w:rsid w:val="002056D6"/>
    <w:rsid w:val="002114CA"/>
    <w:rsid w:val="0021155B"/>
    <w:rsid w:val="00212398"/>
    <w:rsid w:val="00213357"/>
    <w:rsid w:val="00214BAA"/>
    <w:rsid w:val="002152B8"/>
    <w:rsid w:val="002158D1"/>
    <w:rsid w:val="0021618C"/>
    <w:rsid w:val="0022388D"/>
    <w:rsid w:val="002251E1"/>
    <w:rsid w:val="00230EBE"/>
    <w:rsid w:val="0023218A"/>
    <w:rsid w:val="00234E19"/>
    <w:rsid w:val="00235761"/>
    <w:rsid w:val="00241B30"/>
    <w:rsid w:val="0024238D"/>
    <w:rsid w:val="0024264C"/>
    <w:rsid w:val="0024301E"/>
    <w:rsid w:val="00243396"/>
    <w:rsid w:val="002437A8"/>
    <w:rsid w:val="00247F4D"/>
    <w:rsid w:val="00255EEC"/>
    <w:rsid w:val="00262052"/>
    <w:rsid w:val="002632EE"/>
    <w:rsid w:val="00263E98"/>
    <w:rsid w:val="002709C7"/>
    <w:rsid w:val="00272CD3"/>
    <w:rsid w:val="002730A8"/>
    <w:rsid w:val="002749B8"/>
    <w:rsid w:val="00276496"/>
    <w:rsid w:val="00283650"/>
    <w:rsid w:val="0028382A"/>
    <w:rsid w:val="00283C99"/>
    <w:rsid w:val="00284667"/>
    <w:rsid w:val="00285605"/>
    <w:rsid w:val="002859C5"/>
    <w:rsid w:val="00286E67"/>
    <w:rsid w:val="00286FD8"/>
    <w:rsid w:val="00290BE5"/>
    <w:rsid w:val="00290EE9"/>
    <w:rsid w:val="00292091"/>
    <w:rsid w:val="0029572A"/>
    <w:rsid w:val="002963FA"/>
    <w:rsid w:val="002A2E31"/>
    <w:rsid w:val="002B0F16"/>
    <w:rsid w:val="002B1794"/>
    <w:rsid w:val="002B1DEA"/>
    <w:rsid w:val="002B4ED5"/>
    <w:rsid w:val="002B59C5"/>
    <w:rsid w:val="002B5B7E"/>
    <w:rsid w:val="002B5FCC"/>
    <w:rsid w:val="002B63E8"/>
    <w:rsid w:val="002B6ED6"/>
    <w:rsid w:val="002B7942"/>
    <w:rsid w:val="002C14D8"/>
    <w:rsid w:val="002C2EB0"/>
    <w:rsid w:val="002C4040"/>
    <w:rsid w:val="002C540D"/>
    <w:rsid w:val="002C61DB"/>
    <w:rsid w:val="002C77E0"/>
    <w:rsid w:val="002D09B8"/>
    <w:rsid w:val="002D1ACE"/>
    <w:rsid w:val="002D2071"/>
    <w:rsid w:val="002D289B"/>
    <w:rsid w:val="002D3B77"/>
    <w:rsid w:val="002D3F70"/>
    <w:rsid w:val="002D40E3"/>
    <w:rsid w:val="002D43D6"/>
    <w:rsid w:val="002D44E4"/>
    <w:rsid w:val="002D740B"/>
    <w:rsid w:val="002E1211"/>
    <w:rsid w:val="002E1443"/>
    <w:rsid w:val="002E1CDF"/>
    <w:rsid w:val="002E1EAB"/>
    <w:rsid w:val="002E2233"/>
    <w:rsid w:val="002E6E6F"/>
    <w:rsid w:val="002F1FCF"/>
    <w:rsid w:val="002F57DA"/>
    <w:rsid w:val="003001EE"/>
    <w:rsid w:val="00303B94"/>
    <w:rsid w:val="00304EFD"/>
    <w:rsid w:val="00305760"/>
    <w:rsid w:val="00305E10"/>
    <w:rsid w:val="00306C5A"/>
    <w:rsid w:val="0030749B"/>
    <w:rsid w:val="00311BB8"/>
    <w:rsid w:val="0031319E"/>
    <w:rsid w:val="003156DD"/>
    <w:rsid w:val="003179EC"/>
    <w:rsid w:val="0032276D"/>
    <w:rsid w:val="00322AA1"/>
    <w:rsid w:val="00322B70"/>
    <w:rsid w:val="00322CCE"/>
    <w:rsid w:val="0032472E"/>
    <w:rsid w:val="0033073A"/>
    <w:rsid w:val="00330B6B"/>
    <w:rsid w:val="00332307"/>
    <w:rsid w:val="00333C76"/>
    <w:rsid w:val="003363D5"/>
    <w:rsid w:val="0034017D"/>
    <w:rsid w:val="003404F0"/>
    <w:rsid w:val="00345955"/>
    <w:rsid w:val="00346463"/>
    <w:rsid w:val="00354D2B"/>
    <w:rsid w:val="00354FD9"/>
    <w:rsid w:val="00357332"/>
    <w:rsid w:val="003579ED"/>
    <w:rsid w:val="003608A1"/>
    <w:rsid w:val="00361C4F"/>
    <w:rsid w:val="00362ECD"/>
    <w:rsid w:val="00363576"/>
    <w:rsid w:val="003636B0"/>
    <w:rsid w:val="00363BB1"/>
    <w:rsid w:val="00366BB1"/>
    <w:rsid w:val="00373D48"/>
    <w:rsid w:val="003763AB"/>
    <w:rsid w:val="00377835"/>
    <w:rsid w:val="00377E64"/>
    <w:rsid w:val="0038073B"/>
    <w:rsid w:val="0038145C"/>
    <w:rsid w:val="00382381"/>
    <w:rsid w:val="00384B80"/>
    <w:rsid w:val="003850E1"/>
    <w:rsid w:val="00390F95"/>
    <w:rsid w:val="00394DA7"/>
    <w:rsid w:val="003951DE"/>
    <w:rsid w:val="00395A4C"/>
    <w:rsid w:val="003A068F"/>
    <w:rsid w:val="003A39D3"/>
    <w:rsid w:val="003A4C3C"/>
    <w:rsid w:val="003A5C25"/>
    <w:rsid w:val="003A5F8F"/>
    <w:rsid w:val="003A7F70"/>
    <w:rsid w:val="003B2263"/>
    <w:rsid w:val="003B26D2"/>
    <w:rsid w:val="003B278B"/>
    <w:rsid w:val="003B3E0B"/>
    <w:rsid w:val="003B50E7"/>
    <w:rsid w:val="003B5550"/>
    <w:rsid w:val="003B5F79"/>
    <w:rsid w:val="003C0229"/>
    <w:rsid w:val="003C0759"/>
    <w:rsid w:val="003C39F4"/>
    <w:rsid w:val="003C6DF1"/>
    <w:rsid w:val="003C6ECB"/>
    <w:rsid w:val="003D07C6"/>
    <w:rsid w:val="003D12F7"/>
    <w:rsid w:val="003D2D77"/>
    <w:rsid w:val="003D3600"/>
    <w:rsid w:val="003D48C0"/>
    <w:rsid w:val="003D6776"/>
    <w:rsid w:val="003E031B"/>
    <w:rsid w:val="003E0EAA"/>
    <w:rsid w:val="003E13FA"/>
    <w:rsid w:val="003E1AD9"/>
    <w:rsid w:val="003E1D07"/>
    <w:rsid w:val="003E226F"/>
    <w:rsid w:val="003E4484"/>
    <w:rsid w:val="003E7174"/>
    <w:rsid w:val="003F29DD"/>
    <w:rsid w:val="003F3198"/>
    <w:rsid w:val="003F4A78"/>
    <w:rsid w:val="003F51CF"/>
    <w:rsid w:val="004002F4"/>
    <w:rsid w:val="0040087B"/>
    <w:rsid w:val="00401A85"/>
    <w:rsid w:val="004021A1"/>
    <w:rsid w:val="00404722"/>
    <w:rsid w:val="00404860"/>
    <w:rsid w:val="00404A5A"/>
    <w:rsid w:val="0040518F"/>
    <w:rsid w:val="00405314"/>
    <w:rsid w:val="00411142"/>
    <w:rsid w:val="004145B4"/>
    <w:rsid w:val="0042015B"/>
    <w:rsid w:val="004226D1"/>
    <w:rsid w:val="004239B7"/>
    <w:rsid w:val="004255D0"/>
    <w:rsid w:val="00425B13"/>
    <w:rsid w:val="004267AA"/>
    <w:rsid w:val="00426AA9"/>
    <w:rsid w:val="00431351"/>
    <w:rsid w:val="00431E36"/>
    <w:rsid w:val="0043295A"/>
    <w:rsid w:val="004331E9"/>
    <w:rsid w:val="00435599"/>
    <w:rsid w:val="0043604E"/>
    <w:rsid w:val="00436208"/>
    <w:rsid w:val="004370C5"/>
    <w:rsid w:val="004412C7"/>
    <w:rsid w:val="00442621"/>
    <w:rsid w:val="004443E9"/>
    <w:rsid w:val="004476C9"/>
    <w:rsid w:val="0045417D"/>
    <w:rsid w:val="00455229"/>
    <w:rsid w:val="004574EE"/>
    <w:rsid w:val="00460994"/>
    <w:rsid w:val="004615D5"/>
    <w:rsid w:val="00461E76"/>
    <w:rsid w:val="0046358D"/>
    <w:rsid w:val="00463B15"/>
    <w:rsid w:val="00470299"/>
    <w:rsid w:val="00470868"/>
    <w:rsid w:val="00470B98"/>
    <w:rsid w:val="0047132B"/>
    <w:rsid w:val="004728A3"/>
    <w:rsid w:val="00473589"/>
    <w:rsid w:val="00473C2C"/>
    <w:rsid w:val="00474412"/>
    <w:rsid w:val="004749F2"/>
    <w:rsid w:val="00474DF6"/>
    <w:rsid w:val="00475515"/>
    <w:rsid w:val="00475C3E"/>
    <w:rsid w:val="00476841"/>
    <w:rsid w:val="00476925"/>
    <w:rsid w:val="00476944"/>
    <w:rsid w:val="004779A7"/>
    <w:rsid w:val="0048394A"/>
    <w:rsid w:val="00484748"/>
    <w:rsid w:val="004866EB"/>
    <w:rsid w:val="004879AE"/>
    <w:rsid w:val="004916A5"/>
    <w:rsid w:val="00495292"/>
    <w:rsid w:val="00495AEF"/>
    <w:rsid w:val="004A1CB6"/>
    <w:rsid w:val="004A1E73"/>
    <w:rsid w:val="004A57C0"/>
    <w:rsid w:val="004B02A5"/>
    <w:rsid w:val="004B0E45"/>
    <w:rsid w:val="004B35FA"/>
    <w:rsid w:val="004B3F49"/>
    <w:rsid w:val="004B4362"/>
    <w:rsid w:val="004B5057"/>
    <w:rsid w:val="004B6607"/>
    <w:rsid w:val="004C20A5"/>
    <w:rsid w:val="004C240F"/>
    <w:rsid w:val="004C7CD4"/>
    <w:rsid w:val="004D0CE7"/>
    <w:rsid w:val="004D3841"/>
    <w:rsid w:val="004D39BD"/>
    <w:rsid w:val="004D3D6D"/>
    <w:rsid w:val="004D6766"/>
    <w:rsid w:val="004E0E87"/>
    <w:rsid w:val="004E1908"/>
    <w:rsid w:val="004E29E3"/>
    <w:rsid w:val="004E2A4B"/>
    <w:rsid w:val="004E308B"/>
    <w:rsid w:val="004E3493"/>
    <w:rsid w:val="004E5300"/>
    <w:rsid w:val="004E5AF2"/>
    <w:rsid w:val="004E7157"/>
    <w:rsid w:val="004F2AAE"/>
    <w:rsid w:val="004F3098"/>
    <w:rsid w:val="004F58C9"/>
    <w:rsid w:val="0050096D"/>
    <w:rsid w:val="005019DC"/>
    <w:rsid w:val="005023F9"/>
    <w:rsid w:val="00505BE0"/>
    <w:rsid w:val="00510031"/>
    <w:rsid w:val="00510C98"/>
    <w:rsid w:val="00511B45"/>
    <w:rsid w:val="00513D1C"/>
    <w:rsid w:val="00515C20"/>
    <w:rsid w:val="00516926"/>
    <w:rsid w:val="00520E39"/>
    <w:rsid w:val="00523484"/>
    <w:rsid w:val="005249A9"/>
    <w:rsid w:val="005258F5"/>
    <w:rsid w:val="00525DEB"/>
    <w:rsid w:val="0052613B"/>
    <w:rsid w:val="00526D5D"/>
    <w:rsid w:val="005305E0"/>
    <w:rsid w:val="00532D26"/>
    <w:rsid w:val="00534212"/>
    <w:rsid w:val="00534350"/>
    <w:rsid w:val="00536512"/>
    <w:rsid w:val="005369FD"/>
    <w:rsid w:val="00537FCB"/>
    <w:rsid w:val="00540C30"/>
    <w:rsid w:val="00540D02"/>
    <w:rsid w:val="00540E2C"/>
    <w:rsid w:val="00542B8F"/>
    <w:rsid w:val="005433B0"/>
    <w:rsid w:val="0054495F"/>
    <w:rsid w:val="00545602"/>
    <w:rsid w:val="0054610B"/>
    <w:rsid w:val="00546C44"/>
    <w:rsid w:val="00555469"/>
    <w:rsid w:val="00555D42"/>
    <w:rsid w:val="00560458"/>
    <w:rsid w:val="00560DEC"/>
    <w:rsid w:val="0056348E"/>
    <w:rsid w:val="005656FA"/>
    <w:rsid w:val="00566576"/>
    <w:rsid w:val="005673C8"/>
    <w:rsid w:val="00570968"/>
    <w:rsid w:val="00570E8A"/>
    <w:rsid w:val="00571028"/>
    <w:rsid w:val="00571CDD"/>
    <w:rsid w:val="005736DE"/>
    <w:rsid w:val="00581DF3"/>
    <w:rsid w:val="00582C00"/>
    <w:rsid w:val="00584B66"/>
    <w:rsid w:val="00584C3A"/>
    <w:rsid w:val="0058620E"/>
    <w:rsid w:val="00587034"/>
    <w:rsid w:val="00587113"/>
    <w:rsid w:val="00593501"/>
    <w:rsid w:val="00596CCE"/>
    <w:rsid w:val="00597CDD"/>
    <w:rsid w:val="005A69EC"/>
    <w:rsid w:val="005B0E8F"/>
    <w:rsid w:val="005B2F99"/>
    <w:rsid w:val="005B41FF"/>
    <w:rsid w:val="005B6297"/>
    <w:rsid w:val="005B67D0"/>
    <w:rsid w:val="005C0ACB"/>
    <w:rsid w:val="005C0F1E"/>
    <w:rsid w:val="005C173F"/>
    <w:rsid w:val="005C3391"/>
    <w:rsid w:val="005C5809"/>
    <w:rsid w:val="005C5C26"/>
    <w:rsid w:val="005D03FE"/>
    <w:rsid w:val="005D0850"/>
    <w:rsid w:val="005D0BE2"/>
    <w:rsid w:val="005D13F7"/>
    <w:rsid w:val="005D408B"/>
    <w:rsid w:val="005D6FD8"/>
    <w:rsid w:val="005E1178"/>
    <w:rsid w:val="005E184E"/>
    <w:rsid w:val="005E227C"/>
    <w:rsid w:val="005E5ABD"/>
    <w:rsid w:val="005E67F3"/>
    <w:rsid w:val="005E6973"/>
    <w:rsid w:val="005E739E"/>
    <w:rsid w:val="005F04D6"/>
    <w:rsid w:val="005F5BA2"/>
    <w:rsid w:val="005F7D02"/>
    <w:rsid w:val="006016D8"/>
    <w:rsid w:val="00602D1A"/>
    <w:rsid w:val="00604693"/>
    <w:rsid w:val="00604A55"/>
    <w:rsid w:val="00605246"/>
    <w:rsid w:val="00606181"/>
    <w:rsid w:val="00607F7B"/>
    <w:rsid w:val="006105DC"/>
    <w:rsid w:val="006114C3"/>
    <w:rsid w:val="00611A4C"/>
    <w:rsid w:val="00613C03"/>
    <w:rsid w:val="00613DFE"/>
    <w:rsid w:val="006154CF"/>
    <w:rsid w:val="0061F9AB"/>
    <w:rsid w:val="00620C5C"/>
    <w:rsid w:val="00620EE5"/>
    <w:rsid w:val="00625C6A"/>
    <w:rsid w:val="00626B3A"/>
    <w:rsid w:val="00636314"/>
    <w:rsid w:val="00636F61"/>
    <w:rsid w:val="00640486"/>
    <w:rsid w:val="00642F1D"/>
    <w:rsid w:val="006440D4"/>
    <w:rsid w:val="006458E0"/>
    <w:rsid w:val="00646EF1"/>
    <w:rsid w:val="00651B07"/>
    <w:rsid w:val="00652D4C"/>
    <w:rsid w:val="00653310"/>
    <w:rsid w:val="006546D8"/>
    <w:rsid w:val="00657C96"/>
    <w:rsid w:val="00662409"/>
    <w:rsid w:val="00665A90"/>
    <w:rsid w:val="006660F1"/>
    <w:rsid w:val="0067084D"/>
    <w:rsid w:val="006713D6"/>
    <w:rsid w:val="006715EA"/>
    <w:rsid w:val="0067194E"/>
    <w:rsid w:val="00674DEE"/>
    <w:rsid w:val="00676B48"/>
    <w:rsid w:val="00677222"/>
    <w:rsid w:val="00680590"/>
    <w:rsid w:val="00680BDC"/>
    <w:rsid w:val="00682BD7"/>
    <w:rsid w:val="00684058"/>
    <w:rsid w:val="00684E45"/>
    <w:rsid w:val="00687B89"/>
    <w:rsid w:val="006923CC"/>
    <w:rsid w:val="00697E4E"/>
    <w:rsid w:val="006A01A3"/>
    <w:rsid w:val="006A0967"/>
    <w:rsid w:val="006A796D"/>
    <w:rsid w:val="006B4B03"/>
    <w:rsid w:val="006B61DE"/>
    <w:rsid w:val="006B6376"/>
    <w:rsid w:val="006C40A2"/>
    <w:rsid w:val="006D0270"/>
    <w:rsid w:val="006D12BF"/>
    <w:rsid w:val="006D1AD9"/>
    <w:rsid w:val="006D33B3"/>
    <w:rsid w:val="006D3FDD"/>
    <w:rsid w:val="006D41E4"/>
    <w:rsid w:val="006D5638"/>
    <w:rsid w:val="006E0EEE"/>
    <w:rsid w:val="006E5693"/>
    <w:rsid w:val="006F17AA"/>
    <w:rsid w:val="006F2224"/>
    <w:rsid w:val="006F472A"/>
    <w:rsid w:val="006F541A"/>
    <w:rsid w:val="006F6A5C"/>
    <w:rsid w:val="007009DE"/>
    <w:rsid w:val="00701910"/>
    <w:rsid w:val="00702381"/>
    <w:rsid w:val="00702D1A"/>
    <w:rsid w:val="007035D0"/>
    <w:rsid w:val="0070437F"/>
    <w:rsid w:val="007045E6"/>
    <w:rsid w:val="00705AED"/>
    <w:rsid w:val="00705B69"/>
    <w:rsid w:val="00705D45"/>
    <w:rsid w:val="007060BA"/>
    <w:rsid w:val="007075C5"/>
    <w:rsid w:val="00713A82"/>
    <w:rsid w:val="00715EAE"/>
    <w:rsid w:val="0071782C"/>
    <w:rsid w:val="00720AF9"/>
    <w:rsid w:val="00720C9D"/>
    <w:rsid w:val="00721EE6"/>
    <w:rsid w:val="007221D3"/>
    <w:rsid w:val="007230DC"/>
    <w:rsid w:val="00724D69"/>
    <w:rsid w:val="00727E82"/>
    <w:rsid w:val="007300A6"/>
    <w:rsid w:val="00730430"/>
    <w:rsid w:val="0073492B"/>
    <w:rsid w:val="00734C26"/>
    <w:rsid w:val="0074379E"/>
    <w:rsid w:val="00743BB9"/>
    <w:rsid w:val="007451CA"/>
    <w:rsid w:val="00745F0C"/>
    <w:rsid w:val="00750319"/>
    <w:rsid w:val="007523D8"/>
    <w:rsid w:val="0075307A"/>
    <w:rsid w:val="00753E6C"/>
    <w:rsid w:val="007549EE"/>
    <w:rsid w:val="00755262"/>
    <w:rsid w:val="00761971"/>
    <w:rsid w:val="00761B26"/>
    <w:rsid w:val="00765674"/>
    <w:rsid w:val="0077179B"/>
    <w:rsid w:val="00771C92"/>
    <w:rsid w:val="00772BCF"/>
    <w:rsid w:val="007740FD"/>
    <w:rsid w:val="00780B28"/>
    <w:rsid w:val="0078496C"/>
    <w:rsid w:val="00786D10"/>
    <w:rsid w:val="00786FC7"/>
    <w:rsid w:val="0079070D"/>
    <w:rsid w:val="00793D53"/>
    <w:rsid w:val="007963BB"/>
    <w:rsid w:val="007979AE"/>
    <w:rsid w:val="007A3790"/>
    <w:rsid w:val="007A63E1"/>
    <w:rsid w:val="007B0783"/>
    <w:rsid w:val="007B0CF1"/>
    <w:rsid w:val="007B40EE"/>
    <w:rsid w:val="007B57A4"/>
    <w:rsid w:val="007B6279"/>
    <w:rsid w:val="007C06D9"/>
    <w:rsid w:val="007C0A7E"/>
    <w:rsid w:val="007C0B22"/>
    <w:rsid w:val="007C0E82"/>
    <w:rsid w:val="007C1502"/>
    <w:rsid w:val="007C1A2B"/>
    <w:rsid w:val="007C6510"/>
    <w:rsid w:val="007D005D"/>
    <w:rsid w:val="007D158F"/>
    <w:rsid w:val="007D76AD"/>
    <w:rsid w:val="007D7CAF"/>
    <w:rsid w:val="007E0892"/>
    <w:rsid w:val="007E15CC"/>
    <w:rsid w:val="007E1633"/>
    <w:rsid w:val="007E1B87"/>
    <w:rsid w:val="007E335C"/>
    <w:rsid w:val="007E4DE8"/>
    <w:rsid w:val="007E56A0"/>
    <w:rsid w:val="007E74DE"/>
    <w:rsid w:val="007F0A52"/>
    <w:rsid w:val="007F2FCE"/>
    <w:rsid w:val="007F48FC"/>
    <w:rsid w:val="007F4968"/>
    <w:rsid w:val="007F4F07"/>
    <w:rsid w:val="007F613E"/>
    <w:rsid w:val="007F72E3"/>
    <w:rsid w:val="008001EC"/>
    <w:rsid w:val="00802E64"/>
    <w:rsid w:val="0080391F"/>
    <w:rsid w:val="008045D9"/>
    <w:rsid w:val="00807410"/>
    <w:rsid w:val="0081012E"/>
    <w:rsid w:val="00812352"/>
    <w:rsid w:val="00816DAD"/>
    <w:rsid w:val="00820D42"/>
    <w:rsid w:val="00822934"/>
    <w:rsid w:val="00823CFD"/>
    <w:rsid w:val="00827B25"/>
    <w:rsid w:val="00831550"/>
    <w:rsid w:val="008320BD"/>
    <w:rsid w:val="0083674E"/>
    <w:rsid w:val="00836FF7"/>
    <w:rsid w:val="008375D0"/>
    <w:rsid w:val="00837C04"/>
    <w:rsid w:val="008410AE"/>
    <w:rsid w:val="008461E0"/>
    <w:rsid w:val="008525BE"/>
    <w:rsid w:val="00852E4F"/>
    <w:rsid w:val="00853484"/>
    <w:rsid w:val="008535FB"/>
    <w:rsid w:val="00854CD1"/>
    <w:rsid w:val="00856724"/>
    <w:rsid w:val="008620DE"/>
    <w:rsid w:val="008629B7"/>
    <w:rsid w:val="00865F9D"/>
    <w:rsid w:val="00873A5C"/>
    <w:rsid w:val="0087417D"/>
    <w:rsid w:val="00874AD0"/>
    <w:rsid w:val="008767EF"/>
    <w:rsid w:val="00876BAE"/>
    <w:rsid w:val="00880B2C"/>
    <w:rsid w:val="00881841"/>
    <w:rsid w:val="00883D53"/>
    <w:rsid w:val="0088461A"/>
    <w:rsid w:val="00885357"/>
    <w:rsid w:val="00885D75"/>
    <w:rsid w:val="00890D97"/>
    <w:rsid w:val="00892EAE"/>
    <w:rsid w:val="008946E9"/>
    <w:rsid w:val="008968BA"/>
    <w:rsid w:val="00896E59"/>
    <w:rsid w:val="008970B4"/>
    <w:rsid w:val="008A6536"/>
    <w:rsid w:val="008A7027"/>
    <w:rsid w:val="008B726A"/>
    <w:rsid w:val="008B78DB"/>
    <w:rsid w:val="008C0469"/>
    <w:rsid w:val="008C1CFB"/>
    <w:rsid w:val="008C3A95"/>
    <w:rsid w:val="008C3B70"/>
    <w:rsid w:val="008C6D55"/>
    <w:rsid w:val="008C745D"/>
    <w:rsid w:val="008D1771"/>
    <w:rsid w:val="008D1D06"/>
    <w:rsid w:val="008D307A"/>
    <w:rsid w:val="008D4576"/>
    <w:rsid w:val="008D495E"/>
    <w:rsid w:val="008D566E"/>
    <w:rsid w:val="008E0663"/>
    <w:rsid w:val="008E0EB2"/>
    <w:rsid w:val="008E5C0C"/>
    <w:rsid w:val="008E69FD"/>
    <w:rsid w:val="008E7B9E"/>
    <w:rsid w:val="008F16E4"/>
    <w:rsid w:val="008F31BF"/>
    <w:rsid w:val="008F5167"/>
    <w:rsid w:val="008F5433"/>
    <w:rsid w:val="008F6E2E"/>
    <w:rsid w:val="008F77EE"/>
    <w:rsid w:val="009001C7"/>
    <w:rsid w:val="009024DB"/>
    <w:rsid w:val="0090302A"/>
    <w:rsid w:val="00904202"/>
    <w:rsid w:val="00905491"/>
    <w:rsid w:val="009055BE"/>
    <w:rsid w:val="00907530"/>
    <w:rsid w:val="00907C15"/>
    <w:rsid w:val="00911C8B"/>
    <w:rsid w:val="00912FC8"/>
    <w:rsid w:val="00913218"/>
    <w:rsid w:val="0091372F"/>
    <w:rsid w:val="0091532B"/>
    <w:rsid w:val="00925866"/>
    <w:rsid w:val="00925D27"/>
    <w:rsid w:val="009267D4"/>
    <w:rsid w:val="00931BF0"/>
    <w:rsid w:val="00933441"/>
    <w:rsid w:val="009344A2"/>
    <w:rsid w:val="0093519E"/>
    <w:rsid w:val="00935D08"/>
    <w:rsid w:val="00936A2D"/>
    <w:rsid w:val="009401A6"/>
    <w:rsid w:val="009442A1"/>
    <w:rsid w:val="00944AB8"/>
    <w:rsid w:val="00944CF7"/>
    <w:rsid w:val="00950251"/>
    <w:rsid w:val="00951683"/>
    <w:rsid w:val="00953C00"/>
    <w:rsid w:val="00955BB7"/>
    <w:rsid w:val="00960419"/>
    <w:rsid w:val="009606FA"/>
    <w:rsid w:val="009652DA"/>
    <w:rsid w:val="0096534D"/>
    <w:rsid w:val="00967BF6"/>
    <w:rsid w:val="00970557"/>
    <w:rsid w:val="0097061F"/>
    <w:rsid w:val="009712BF"/>
    <w:rsid w:val="00973F74"/>
    <w:rsid w:val="0097440A"/>
    <w:rsid w:val="00974E89"/>
    <w:rsid w:val="009774F1"/>
    <w:rsid w:val="00981C74"/>
    <w:rsid w:val="00983507"/>
    <w:rsid w:val="009836D2"/>
    <w:rsid w:val="009838A6"/>
    <w:rsid w:val="00985489"/>
    <w:rsid w:val="00985C8C"/>
    <w:rsid w:val="00986D2A"/>
    <w:rsid w:val="00990740"/>
    <w:rsid w:val="009944CB"/>
    <w:rsid w:val="00996F33"/>
    <w:rsid w:val="009A0D7B"/>
    <w:rsid w:val="009A2B6C"/>
    <w:rsid w:val="009A2BAC"/>
    <w:rsid w:val="009A5B3D"/>
    <w:rsid w:val="009A64B5"/>
    <w:rsid w:val="009B06B9"/>
    <w:rsid w:val="009B1442"/>
    <w:rsid w:val="009B2386"/>
    <w:rsid w:val="009B4C16"/>
    <w:rsid w:val="009B59F8"/>
    <w:rsid w:val="009B5BF2"/>
    <w:rsid w:val="009B6117"/>
    <w:rsid w:val="009B663F"/>
    <w:rsid w:val="009C0011"/>
    <w:rsid w:val="009C23DB"/>
    <w:rsid w:val="009C3D17"/>
    <w:rsid w:val="009C4A2D"/>
    <w:rsid w:val="009C56DF"/>
    <w:rsid w:val="009C5FE2"/>
    <w:rsid w:val="009C6133"/>
    <w:rsid w:val="009C6A37"/>
    <w:rsid w:val="009D01A6"/>
    <w:rsid w:val="009D0847"/>
    <w:rsid w:val="009D1062"/>
    <w:rsid w:val="009D440C"/>
    <w:rsid w:val="009E0988"/>
    <w:rsid w:val="009E0998"/>
    <w:rsid w:val="009E101D"/>
    <w:rsid w:val="009E2484"/>
    <w:rsid w:val="009E41EA"/>
    <w:rsid w:val="009E4813"/>
    <w:rsid w:val="009E5A1C"/>
    <w:rsid w:val="009E7502"/>
    <w:rsid w:val="009F05AE"/>
    <w:rsid w:val="009F0AC8"/>
    <w:rsid w:val="009F1EA4"/>
    <w:rsid w:val="009F3841"/>
    <w:rsid w:val="009F5DCC"/>
    <w:rsid w:val="00A0006D"/>
    <w:rsid w:val="00A020C7"/>
    <w:rsid w:val="00A04041"/>
    <w:rsid w:val="00A073D3"/>
    <w:rsid w:val="00A1084C"/>
    <w:rsid w:val="00A10D46"/>
    <w:rsid w:val="00A13C92"/>
    <w:rsid w:val="00A16AB9"/>
    <w:rsid w:val="00A17E76"/>
    <w:rsid w:val="00A24FBB"/>
    <w:rsid w:val="00A25FEB"/>
    <w:rsid w:val="00A2660F"/>
    <w:rsid w:val="00A270C0"/>
    <w:rsid w:val="00A30FAC"/>
    <w:rsid w:val="00A36B1F"/>
    <w:rsid w:val="00A40E08"/>
    <w:rsid w:val="00A40F5C"/>
    <w:rsid w:val="00A4475C"/>
    <w:rsid w:val="00A466A4"/>
    <w:rsid w:val="00A5065E"/>
    <w:rsid w:val="00A55C7C"/>
    <w:rsid w:val="00A63A1A"/>
    <w:rsid w:val="00A64AD5"/>
    <w:rsid w:val="00A66F60"/>
    <w:rsid w:val="00A70BB5"/>
    <w:rsid w:val="00A70BB7"/>
    <w:rsid w:val="00A77222"/>
    <w:rsid w:val="00A8065B"/>
    <w:rsid w:val="00A80CE2"/>
    <w:rsid w:val="00A8171D"/>
    <w:rsid w:val="00A92F64"/>
    <w:rsid w:val="00A9320C"/>
    <w:rsid w:val="00A95FF0"/>
    <w:rsid w:val="00A97268"/>
    <w:rsid w:val="00A97383"/>
    <w:rsid w:val="00AA39A9"/>
    <w:rsid w:val="00AA6A2D"/>
    <w:rsid w:val="00AB1637"/>
    <w:rsid w:val="00AB1C00"/>
    <w:rsid w:val="00AB2F05"/>
    <w:rsid w:val="00AB4121"/>
    <w:rsid w:val="00AB4702"/>
    <w:rsid w:val="00AB5A36"/>
    <w:rsid w:val="00AB7B60"/>
    <w:rsid w:val="00AC0E64"/>
    <w:rsid w:val="00AC1A34"/>
    <w:rsid w:val="00AC2275"/>
    <w:rsid w:val="00AC3944"/>
    <w:rsid w:val="00AD10CA"/>
    <w:rsid w:val="00AD23F0"/>
    <w:rsid w:val="00AD3277"/>
    <w:rsid w:val="00AD4FB7"/>
    <w:rsid w:val="00AE2BB7"/>
    <w:rsid w:val="00AE4D36"/>
    <w:rsid w:val="00AE651A"/>
    <w:rsid w:val="00AE7970"/>
    <w:rsid w:val="00AF072C"/>
    <w:rsid w:val="00AF11F8"/>
    <w:rsid w:val="00AF25D6"/>
    <w:rsid w:val="00AF412F"/>
    <w:rsid w:val="00AF63D4"/>
    <w:rsid w:val="00AF7B4C"/>
    <w:rsid w:val="00AF7DA2"/>
    <w:rsid w:val="00B046BD"/>
    <w:rsid w:val="00B04E3D"/>
    <w:rsid w:val="00B06C3B"/>
    <w:rsid w:val="00B119CC"/>
    <w:rsid w:val="00B11F99"/>
    <w:rsid w:val="00B136ED"/>
    <w:rsid w:val="00B17C99"/>
    <w:rsid w:val="00B20278"/>
    <w:rsid w:val="00B20791"/>
    <w:rsid w:val="00B264F1"/>
    <w:rsid w:val="00B27F74"/>
    <w:rsid w:val="00B27FD6"/>
    <w:rsid w:val="00B40E78"/>
    <w:rsid w:val="00B45FCF"/>
    <w:rsid w:val="00B46EB9"/>
    <w:rsid w:val="00B47277"/>
    <w:rsid w:val="00B47B91"/>
    <w:rsid w:val="00B47C32"/>
    <w:rsid w:val="00B50429"/>
    <w:rsid w:val="00B51060"/>
    <w:rsid w:val="00B52438"/>
    <w:rsid w:val="00B5269A"/>
    <w:rsid w:val="00B61EA6"/>
    <w:rsid w:val="00B6432D"/>
    <w:rsid w:val="00B67FD6"/>
    <w:rsid w:val="00B70F8F"/>
    <w:rsid w:val="00B723D4"/>
    <w:rsid w:val="00B72CE5"/>
    <w:rsid w:val="00B73E48"/>
    <w:rsid w:val="00B7482C"/>
    <w:rsid w:val="00B76120"/>
    <w:rsid w:val="00B76E23"/>
    <w:rsid w:val="00B845D7"/>
    <w:rsid w:val="00B869B3"/>
    <w:rsid w:val="00B86ADB"/>
    <w:rsid w:val="00B901F1"/>
    <w:rsid w:val="00B907D2"/>
    <w:rsid w:val="00B908B7"/>
    <w:rsid w:val="00B91C4C"/>
    <w:rsid w:val="00B92026"/>
    <w:rsid w:val="00B92367"/>
    <w:rsid w:val="00B92D8A"/>
    <w:rsid w:val="00B93B5F"/>
    <w:rsid w:val="00BA341B"/>
    <w:rsid w:val="00BA3869"/>
    <w:rsid w:val="00BA4086"/>
    <w:rsid w:val="00BA4AD8"/>
    <w:rsid w:val="00BA65D3"/>
    <w:rsid w:val="00BA6658"/>
    <w:rsid w:val="00BA6A97"/>
    <w:rsid w:val="00BA6AC6"/>
    <w:rsid w:val="00BB0BFF"/>
    <w:rsid w:val="00BB368D"/>
    <w:rsid w:val="00BB406B"/>
    <w:rsid w:val="00BB4147"/>
    <w:rsid w:val="00BB6C27"/>
    <w:rsid w:val="00BC0E1C"/>
    <w:rsid w:val="00BC2F35"/>
    <w:rsid w:val="00BC3A2B"/>
    <w:rsid w:val="00BC487A"/>
    <w:rsid w:val="00BC4CFF"/>
    <w:rsid w:val="00BC741E"/>
    <w:rsid w:val="00BE0955"/>
    <w:rsid w:val="00BE0BF9"/>
    <w:rsid w:val="00BE0FEE"/>
    <w:rsid w:val="00BE160D"/>
    <w:rsid w:val="00BE1622"/>
    <w:rsid w:val="00BE1F4C"/>
    <w:rsid w:val="00BE3264"/>
    <w:rsid w:val="00BE4B27"/>
    <w:rsid w:val="00BE73C2"/>
    <w:rsid w:val="00BF0634"/>
    <w:rsid w:val="00BF11FA"/>
    <w:rsid w:val="00BF4A05"/>
    <w:rsid w:val="00BF78E3"/>
    <w:rsid w:val="00C022FB"/>
    <w:rsid w:val="00C03484"/>
    <w:rsid w:val="00C04294"/>
    <w:rsid w:val="00C06793"/>
    <w:rsid w:val="00C1242E"/>
    <w:rsid w:val="00C1361E"/>
    <w:rsid w:val="00C13A40"/>
    <w:rsid w:val="00C21452"/>
    <w:rsid w:val="00C22DFE"/>
    <w:rsid w:val="00C236D6"/>
    <w:rsid w:val="00C24D57"/>
    <w:rsid w:val="00C24E11"/>
    <w:rsid w:val="00C24ED2"/>
    <w:rsid w:val="00C3023E"/>
    <w:rsid w:val="00C3286B"/>
    <w:rsid w:val="00C33ECF"/>
    <w:rsid w:val="00C34755"/>
    <w:rsid w:val="00C35B7E"/>
    <w:rsid w:val="00C37573"/>
    <w:rsid w:val="00C4012F"/>
    <w:rsid w:val="00C40DF0"/>
    <w:rsid w:val="00C40E55"/>
    <w:rsid w:val="00C41684"/>
    <w:rsid w:val="00C416FC"/>
    <w:rsid w:val="00C41E66"/>
    <w:rsid w:val="00C42475"/>
    <w:rsid w:val="00C42A69"/>
    <w:rsid w:val="00C4302E"/>
    <w:rsid w:val="00C43A08"/>
    <w:rsid w:val="00C460CC"/>
    <w:rsid w:val="00C533BA"/>
    <w:rsid w:val="00C53582"/>
    <w:rsid w:val="00C53956"/>
    <w:rsid w:val="00C546AD"/>
    <w:rsid w:val="00C5536E"/>
    <w:rsid w:val="00C561B0"/>
    <w:rsid w:val="00C56AB3"/>
    <w:rsid w:val="00C6015A"/>
    <w:rsid w:val="00C60370"/>
    <w:rsid w:val="00C60F42"/>
    <w:rsid w:val="00C6344E"/>
    <w:rsid w:val="00C65F0F"/>
    <w:rsid w:val="00C66B76"/>
    <w:rsid w:val="00C67CDD"/>
    <w:rsid w:val="00C70F5B"/>
    <w:rsid w:val="00C72EDB"/>
    <w:rsid w:val="00C762BA"/>
    <w:rsid w:val="00C80B53"/>
    <w:rsid w:val="00C8143C"/>
    <w:rsid w:val="00C8576F"/>
    <w:rsid w:val="00C8584D"/>
    <w:rsid w:val="00C9209E"/>
    <w:rsid w:val="00C920F1"/>
    <w:rsid w:val="00CA2933"/>
    <w:rsid w:val="00CA5867"/>
    <w:rsid w:val="00CB041E"/>
    <w:rsid w:val="00CB5D71"/>
    <w:rsid w:val="00CB649A"/>
    <w:rsid w:val="00CB75A0"/>
    <w:rsid w:val="00CB7BC9"/>
    <w:rsid w:val="00CC011B"/>
    <w:rsid w:val="00CC2638"/>
    <w:rsid w:val="00CC49FE"/>
    <w:rsid w:val="00CC606A"/>
    <w:rsid w:val="00CC76A7"/>
    <w:rsid w:val="00CD023F"/>
    <w:rsid w:val="00CD09BC"/>
    <w:rsid w:val="00CD1C97"/>
    <w:rsid w:val="00CD390E"/>
    <w:rsid w:val="00CE0BF9"/>
    <w:rsid w:val="00CE1EA7"/>
    <w:rsid w:val="00CE40EA"/>
    <w:rsid w:val="00CE4436"/>
    <w:rsid w:val="00CE4ADA"/>
    <w:rsid w:val="00CE5224"/>
    <w:rsid w:val="00CE6074"/>
    <w:rsid w:val="00CE62F8"/>
    <w:rsid w:val="00CF37B3"/>
    <w:rsid w:val="00CF62F9"/>
    <w:rsid w:val="00D00266"/>
    <w:rsid w:val="00D0152D"/>
    <w:rsid w:val="00D027CD"/>
    <w:rsid w:val="00D031BB"/>
    <w:rsid w:val="00D035B5"/>
    <w:rsid w:val="00D03761"/>
    <w:rsid w:val="00D03ABE"/>
    <w:rsid w:val="00D05A26"/>
    <w:rsid w:val="00D06760"/>
    <w:rsid w:val="00D10C6D"/>
    <w:rsid w:val="00D12012"/>
    <w:rsid w:val="00D13D61"/>
    <w:rsid w:val="00D15819"/>
    <w:rsid w:val="00D169CB"/>
    <w:rsid w:val="00D22F12"/>
    <w:rsid w:val="00D23B4D"/>
    <w:rsid w:val="00D26D1E"/>
    <w:rsid w:val="00D27561"/>
    <w:rsid w:val="00D33D76"/>
    <w:rsid w:val="00D34C5A"/>
    <w:rsid w:val="00D36341"/>
    <w:rsid w:val="00D36621"/>
    <w:rsid w:val="00D3705B"/>
    <w:rsid w:val="00D372EE"/>
    <w:rsid w:val="00D41357"/>
    <w:rsid w:val="00D42E78"/>
    <w:rsid w:val="00D43DE1"/>
    <w:rsid w:val="00D44F65"/>
    <w:rsid w:val="00D466E4"/>
    <w:rsid w:val="00D5028F"/>
    <w:rsid w:val="00D50EE1"/>
    <w:rsid w:val="00D521F5"/>
    <w:rsid w:val="00D53ABF"/>
    <w:rsid w:val="00D54E05"/>
    <w:rsid w:val="00D55630"/>
    <w:rsid w:val="00D5705E"/>
    <w:rsid w:val="00D65B0F"/>
    <w:rsid w:val="00D67503"/>
    <w:rsid w:val="00D67FB7"/>
    <w:rsid w:val="00D70D17"/>
    <w:rsid w:val="00D73EA0"/>
    <w:rsid w:val="00D755BF"/>
    <w:rsid w:val="00D86D12"/>
    <w:rsid w:val="00D86FE7"/>
    <w:rsid w:val="00D87AF9"/>
    <w:rsid w:val="00D945FF"/>
    <w:rsid w:val="00D95E73"/>
    <w:rsid w:val="00D9727C"/>
    <w:rsid w:val="00DA16BE"/>
    <w:rsid w:val="00DA3324"/>
    <w:rsid w:val="00DA3B63"/>
    <w:rsid w:val="00DA59FA"/>
    <w:rsid w:val="00DA79F2"/>
    <w:rsid w:val="00DA7F4B"/>
    <w:rsid w:val="00DB5138"/>
    <w:rsid w:val="00DC1D55"/>
    <w:rsid w:val="00DC2905"/>
    <w:rsid w:val="00DC30D2"/>
    <w:rsid w:val="00DC5241"/>
    <w:rsid w:val="00DC59D7"/>
    <w:rsid w:val="00DC7900"/>
    <w:rsid w:val="00DD0F43"/>
    <w:rsid w:val="00DD1A93"/>
    <w:rsid w:val="00DD49C9"/>
    <w:rsid w:val="00DD5522"/>
    <w:rsid w:val="00DD59C5"/>
    <w:rsid w:val="00DD67F6"/>
    <w:rsid w:val="00DE44EA"/>
    <w:rsid w:val="00DE52BB"/>
    <w:rsid w:val="00DE7610"/>
    <w:rsid w:val="00DF0A70"/>
    <w:rsid w:val="00E01F2D"/>
    <w:rsid w:val="00E03FD8"/>
    <w:rsid w:val="00E04923"/>
    <w:rsid w:val="00E0674F"/>
    <w:rsid w:val="00E07201"/>
    <w:rsid w:val="00E1164A"/>
    <w:rsid w:val="00E1336E"/>
    <w:rsid w:val="00E13E6C"/>
    <w:rsid w:val="00E151A6"/>
    <w:rsid w:val="00E2195D"/>
    <w:rsid w:val="00E22352"/>
    <w:rsid w:val="00E24D34"/>
    <w:rsid w:val="00E25597"/>
    <w:rsid w:val="00E30101"/>
    <w:rsid w:val="00E3180D"/>
    <w:rsid w:val="00E31A4B"/>
    <w:rsid w:val="00E334D7"/>
    <w:rsid w:val="00E33A1E"/>
    <w:rsid w:val="00E35020"/>
    <w:rsid w:val="00E3734F"/>
    <w:rsid w:val="00E42103"/>
    <w:rsid w:val="00E42459"/>
    <w:rsid w:val="00E42F48"/>
    <w:rsid w:val="00E43361"/>
    <w:rsid w:val="00E436B4"/>
    <w:rsid w:val="00E45630"/>
    <w:rsid w:val="00E4744E"/>
    <w:rsid w:val="00E47C33"/>
    <w:rsid w:val="00E47E38"/>
    <w:rsid w:val="00E50A06"/>
    <w:rsid w:val="00E50C6C"/>
    <w:rsid w:val="00E52FB1"/>
    <w:rsid w:val="00E5347E"/>
    <w:rsid w:val="00E55D1F"/>
    <w:rsid w:val="00E56B38"/>
    <w:rsid w:val="00E56BAA"/>
    <w:rsid w:val="00E56EDC"/>
    <w:rsid w:val="00E61E79"/>
    <w:rsid w:val="00E674C4"/>
    <w:rsid w:val="00E739B0"/>
    <w:rsid w:val="00E7464B"/>
    <w:rsid w:val="00E810F5"/>
    <w:rsid w:val="00E81993"/>
    <w:rsid w:val="00E83639"/>
    <w:rsid w:val="00E85AD7"/>
    <w:rsid w:val="00E90120"/>
    <w:rsid w:val="00E91177"/>
    <w:rsid w:val="00E914A8"/>
    <w:rsid w:val="00E9324F"/>
    <w:rsid w:val="00E93727"/>
    <w:rsid w:val="00E94470"/>
    <w:rsid w:val="00E94CEC"/>
    <w:rsid w:val="00E95C21"/>
    <w:rsid w:val="00EA1288"/>
    <w:rsid w:val="00EA1F61"/>
    <w:rsid w:val="00EA30F8"/>
    <w:rsid w:val="00EA44CB"/>
    <w:rsid w:val="00EA44CD"/>
    <w:rsid w:val="00EA494A"/>
    <w:rsid w:val="00EA612A"/>
    <w:rsid w:val="00EB0FC2"/>
    <w:rsid w:val="00EB2A81"/>
    <w:rsid w:val="00EB330C"/>
    <w:rsid w:val="00EB7E49"/>
    <w:rsid w:val="00EC0EA6"/>
    <w:rsid w:val="00EC2B39"/>
    <w:rsid w:val="00EC4688"/>
    <w:rsid w:val="00EC47E6"/>
    <w:rsid w:val="00EC4CEF"/>
    <w:rsid w:val="00EC79D6"/>
    <w:rsid w:val="00ED2D43"/>
    <w:rsid w:val="00ED38BF"/>
    <w:rsid w:val="00ED3B4E"/>
    <w:rsid w:val="00ED51F2"/>
    <w:rsid w:val="00ED7006"/>
    <w:rsid w:val="00ED7883"/>
    <w:rsid w:val="00EE3D40"/>
    <w:rsid w:val="00EE563A"/>
    <w:rsid w:val="00EF06AB"/>
    <w:rsid w:val="00EF0C8B"/>
    <w:rsid w:val="00EF14AF"/>
    <w:rsid w:val="00EF1B0C"/>
    <w:rsid w:val="00EF1FEC"/>
    <w:rsid w:val="00EF3DAA"/>
    <w:rsid w:val="00EF3FEB"/>
    <w:rsid w:val="00EF6187"/>
    <w:rsid w:val="00EF629B"/>
    <w:rsid w:val="00F03531"/>
    <w:rsid w:val="00F035D4"/>
    <w:rsid w:val="00F036F3"/>
    <w:rsid w:val="00F03955"/>
    <w:rsid w:val="00F07D5F"/>
    <w:rsid w:val="00F07EDA"/>
    <w:rsid w:val="00F10853"/>
    <w:rsid w:val="00F11277"/>
    <w:rsid w:val="00F11984"/>
    <w:rsid w:val="00F11A26"/>
    <w:rsid w:val="00F1303B"/>
    <w:rsid w:val="00F133FE"/>
    <w:rsid w:val="00F142F1"/>
    <w:rsid w:val="00F15806"/>
    <w:rsid w:val="00F159DB"/>
    <w:rsid w:val="00F16878"/>
    <w:rsid w:val="00F17229"/>
    <w:rsid w:val="00F22711"/>
    <w:rsid w:val="00F266AE"/>
    <w:rsid w:val="00F302AB"/>
    <w:rsid w:val="00F30F63"/>
    <w:rsid w:val="00F3171D"/>
    <w:rsid w:val="00F3215C"/>
    <w:rsid w:val="00F3254D"/>
    <w:rsid w:val="00F32E77"/>
    <w:rsid w:val="00F32E97"/>
    <w:rsid w:val="00F33876"/>
    <w:rsid w:val="00F37B46"/>
    <w:rsid w:val="00F42A50"/>
    <w:rsid w:val="00F43DA3"/>
    <w:rsid w:val="00F4771A"/>
    <w:rsid w:val="00F5114A"/>
    <w:rsid w:val="00F51749"/>
    <w:rsid w:val="00F563A1"/>
    <w:rsid w:val="00F56582"/>
    <w:rsid w:val="00F56983"/>
    <w:rsid w:val="00F56D58"/>
    <w:rsid w:val="00F56EE1"/>
    <w:rsid w:val="00F600AF"/>
    <w:rsid w:val="00F6143B"/>
    <w:rsid w:val="00F65E81"/>
    <w:rsid w:val="00F67A89"/>
    <w:rsid w:val="00F7177B"/>
    <w:rsid w:val="00F723F2"/>
    <w:rsid w:val="00F82DE1"/>
    <w:rsid w:val="00F85A19"/>
    <w:rsid w:val="00F90CF2"/>
    <w:rsid w:val="00F93B9D"/>
    <w:rsid w:val="00F94B50"/>
    <w:rsid w:val="00FA0F87"/>
    <w:rsid w:val="00FA15F7"/>
    <w:rsid w:val="00FA53C7"/>
    <w:rsid w:val="00FB08F3"/>
    <w:rsid w:val="00FB1F23"/>
    <w:rsid w:val="00FB2469"/>
    <w:rsid w:val="00FB33D6"/>
    <w:rsid w:val="00FB7611"/>
    <w:rsid w:val="00FB7B64"/>
    <w:rsid w:val="00FC0D3B"/>
    <w:rsid w:val="00FC3608"/>
    <w:rsid w:val="00FC37AF"/>
    <w:rsid w:val="00FC47D2"/>
    <w:rsid w:val="00FC4EBD"/>
    <w:rsid w:val="00FC6817"/>
    <w:rsid w:val="00FD0995"/>
    <w:rsid w:val="00FD17C8"/>
    <w:rsid w:val="00FD2B76"/>
    <w:rsid w:val="00FD3540"/>
    <w:rsid w:val="00FD5DCE"/>
    <w:rsid w:val="00FD6D00"/>
    <w:rsid w:val="00FD71AE"/>
    <w:rsid w:val="00FE28F5"/>
    <w:rsid w:val="00FE552E"/>
    <w:rsid w:val="00FE6F7B"/>
    <w:rsid w:val="00FE7A81"/>
    <w:rsid w:val="00FF0615"/>
    <w:rsid w:val="00FF077F"/>
    <w:rsid w:val="00FF1827"/>
    <w:rsid w:val="00FF44D6"/>
    <w:rsid w:val="00FF71D2"/>
    <w:rsid w:val="01711590"/>
    <w:rsid w:val="02182745"/>
    <w:rsid w:val="02685AEE"/>
    <w:rsid w:val="0290F025"/>
    <w:rsid w:val="0297411E"/>
    <w:rsid w:val="02B40BBB"/>
    <w:rsid w:val="03330F56"/>
    <w:rsid w:val="03479CCD"/>
    <w:rsid w:val="035A191B"/>
    <w:rsid w:val="042EA656"/>
    <w:rsid w:val="045B6170"/>
    <w:rsid w:val="059BAF38"/>
    <w:rsid w:val="05F9714C"/>
    <w:rsid w:val="061C999C"/>
    <w:rsid w:val="062D3C58"/>
    <w:rsid w:val="063C7CAE"/>
    <w:rsid w:val="068F61EC"/>
    <w:rsid w:val="07E9219A"/>
    <w:rsid w:val="07EFAB37"/>
    <w:rsid w:val="0898CDAA"/>
    <w:rsid w:val="09342878"/>
    <w:rsid w:val="09413ADF"/>
    <w:rsid w:val="097B0A78"/>
    <w:rsid w:val="09C8AB3D"/>
    <w:rsid w:val="0A52E6D3"/>
    <w:rsid w:val="0A5C17F8"/>
    <w:rsid w:val="0AD751D0"/>
    <w:rsid w:val="0B1C89CE"/>
    <w:rsid w:val="0B9D5B30"/>
    <w:rsid w:val="0BAEDC98"/>
    <w:rsid w:val="0BCDF4F0"/>
    <w:rsid w:val="0BD62318"/>
    <w:rsid w:val="0C8AC8BA"/>
    <w:rsid w:val="0D3ABECE"/>
    <w:rsid w:val="0D740FCB"/>
    <w:rsid w:val="0E293A27"/>
    <w:rsid w:val="0EB0ECE2"/>
    <w:rsid w:val="0F3991B3"/>
    <w:rsid w:val="0F7CFBD8"/>
    <w:rsid w:val="0FB186F8"/>
    <w:rsid w:val="106B2AC8"/>
    <w:rsid w:val="10E6F3E5"/>
    <w:rsid w:val="10FBAE94"/>
    <w:rsid w:val="111738EB"/>
    <w:rsid w:val="112C9001"/>
    <w:rsid w:val="119B91F1"/>
    <w:rsid w:val="119D26EC"/>
    <w:rsid w:val="11FEE171"/>
    <w:rsid w:val="120C6BAA"/>
    <w:rsid w:val="1246BE1C"/>
    <w:rsid w:val="12E0195B"/>
    <w:rsid w:val="1437C9E1"/>
    <w:rsid w:val="14A6EFF6"/>
    <w:rsid w:val="153C6456"/>
    <w:rsid w:val="1623DDF6"/>
    <w:rsid w:val="16BC7959"/>
    <w:rsid w:val="17542281"/>
    <w:rsid w:val="17576175"/>
    <w:rsid w:val="17DB44BA"/>
    <w:rsid w:val="1896CF3E"/>
    <w:rsid w:val="1905179F"/>
    <w:rsid w:val="1932387B"/>
    <w:rsid w:val="198DA2BE"/>
    <w:rsid w:val="19A9AED7"/>
    <w:rsid w:val="19B2F0ED"/>
    <w:rsid w:val="19DF1C29"/>
    <w:rsid w:val="19E96CF1"/>
    <w:rsid w:val="1AF0DBD4"/>
    <w:rsid w:val="1B4524EB"/>
    <w:rsid w:val="1B7C1894"/>
    <w:rsid w:val="1BC2206A"/>
    <w:rsid w:val="1C6F1111"/>
    <w:rsid w:val="1D80129C"/>
    <w:rsid w:val="1DF981BE"/>
    <w:rsid w:val="1E8F3969"/>
    <w:rsid w:val="1EC0DA7F"/>
    <w:rsid w:val="1EEC6B67"/>
    <w:rsid w:val="1F35B67D"/>
    <w:rsid w:val="1F80056D"/>
    <w:rsid w:val="1FCA81A5"/>
    <w:rsid w:val="203872D1"/>
    <w:rsid w:val="210219D1"/>
    <w:rsid w:val="21188AF9"/>
    <w:rsid w:val="21EE52D2"/>
    <w:rsid w:val="22E00F49"/>
    <w:rsid w:val="22F22640"/>
    <w:rsid w:val="23A88390"/>
    <w:rsid w:val="249132C6"/>
    <w:rsid w:val="24F810A7"/>
    <w:rsid w:val="2557152E"/>
    <w:rsid w:val="25AE3A1E"/>
    <w:rsid w:val="25C54A9F"/>
    <w:rsid w:val="26CD43C6"/>
    <w:rsid w:val="26D057E3"/>
    <w:rsid w:val="26E73170"/>
    <w:rsid w:val="2709FB9A"/>
    <w:rsid w:val="276BA58C"/>
    <w:rsid w:val="27703AE4"/>
    <w:rsid w:val="2797C02F"/>
    <w:rsid w:val="28067338"/>
    <w:rsid w:val="2A0D971E"/>
    <w:rsid w:val="2AB763A9"/>
    <w:rsid w:val="2AD0D24C"/>
    <w:rsid w:val="2AD29CCF"/>
    <w:rsid w:val="2B6A2F1E"/>
    <w:rsid w:val="2B7A33AE"/>
    <w:rsid w:val="2BD0A462"/>
    <w:rsid w:val="2BDFF537"/>
    <w:rsid w:val="2BF0252A"/>
    <w:rsid w:val="2C744D98"/>
    <w:rsid w:val="2CEDC886"/>
    <w:rsid w:val="2CF8C85C"/>
    <w:rsid w:val="2CFD9D5E"/>
    <w:rsid w:val="2D3DB9BD"/>
    <w:rsid w:val="2DB17478"/>
    <w:rsid w:val="2DB7FF26"/>
    <w:rsid w:val="2DBB0550"/>
    <w:rsid w:val="2E0C39A5"/>
    <w:rsid w:val="2E3C2213"/>
    <w:rsid w:val="2E972B43"/>
    <w:rsid w:val="2EC9E7D4"/>
    <w:rsid w:val="2F6A1DD1"/>
    <w:rsid w:val="30070489"/>
    <w:rsid w:val="30D874D7"/>
    <w:rsid w:val="31609BEB"/>
    <w:rsid w:val="320B32CA"/>
    <w:rsid w:val="320BC7B2"/>
    <w:rsid w:val="3224E025"/>
    <w:rsid w:val="323FAAC4"/>
    <w:rsid w:val="32D17B07"/>
    <w:rsid w:val="336E8BBA"/>
    <w:rsid w:val="33B4E6E9"/>
    <w:rsid w:val="350C6751"/>
    <w:rsid w:val="35A1950F"/>
    <w:rsid w:val="365F898A"/>
    <w:rsid w:val="3661C965"/>
    <w:rsid w:val="368A40DE"/>
    <w:rsid w:val="3691BBB8"/>
    <w:rsid w:val="3722269B"/>
    <w:rsid w:val="3940300D"/>
    <w:rsid w:val="39613691"/>
    <w:rsid w:val="3A89E9C0"/>
    <w:rsid w:val="3C788BE4"/>
    <w:rsid w:val="3D779213"/>
    <w:rsid w:val="3DC1BA29"/>
    <w:rsid w:val="3E3C7E2B"/>
    <w:rsid w:val="3E7315E3"/>
    <w:rsid w:val="3E89ED80"/>
    <w:rsid w:val="3F4C3DF8"/>
    <w:rsid w:val="40940CA5"/>
    <w:rsid w:val="40C34AE5"/>
    <w:rsid w:val="40E4A5DE"/>
    <w:rsid w:val="40EED87F"/>
    <w:rsid w:val="41C0FEB3"/>
    <w:rsid w:val="429E2288"/>
    <w:rsid w:val="42C1671B"/>
    <w:rsid w:val="430C06C9"/>
    <w:rsid w:val="43D95AEF"/>
    <w:rsid w:val="446EFDDD"/>
    <w:rsid w:val="44A795E6"/>
    <w:rsid w:val="44A9EEBA"/>
    <w:rsid w:val="453120AF"/>
    <w:rsid w:val="45D96EA2"/>
    <w:rsid w:val="45DCB779"/>
    <w:rsid w:val="46774C5D"/>
    <w:rsid w:val="46A6EE69"/>
    <w:rsid w:val="478703EE"/>
    <w:rsid w:val="47D57A39"/>
    <w:rsid w:val="485ABD36"/>
    <w:rsid w:val="48A16F39"/>
    <w:rsid w:val="48F6D6EF"/>
    <w:rsid w:val="491E2BF1"/>
    <w:rsid w:val="4A1553F2"/>
    <w:rsid w:val="4A22C822"/>
    <w:rsid w:val="4A7B1079"/>
    <w:rsid w:val="4AB62B0F"/>
    <w:rsid w:val="4AC77662"/>
    <w:rsid w:val="4B391D11"/>
    <w:rsid w:val="4B53A111"/>
    <w:rsid w:val="4C0E5E91"/>
    <w:rsid w:val="4CD21D5B"/>
    <w:rsid w:val="4DC862BE"/>
    <w:rsid w:val="4E323951"/>
    <w:rsid w:val="4E33A12E"/>
    <w:rsid w:val="4E46E685"/>
    <w:rsid w:val="4E512C22"/>
    <w:rsid w:val="4EA71C5C"/>
    <w:rsid w:val="4ED3F45F"/>
    <w:rsid w:val="4ED54063"/>
    <w:rsid w:val="4EDC5096"/>
    <w:rsid w:val="4EFCA163"/>
    <w:rsid w:val="503B89ED"/>
    <w:rsid w:val="5090B9C3"/>
    <w:rsid w:val="50A18F64"/>
    <w:rsid w:val="50FF9365"/>
    <w:rsid w:val="51DBE363"/>
    <w:rsid w:val="521287EE"/>
    <w:rsid w:val="52F9D875"/>
    <w:rsid w:val="53306359"/>
    <w:rsid w:val="54407DB3"/>
    <w:rsid w:val="5489E3C0"/>
    <w:rsid w:val="553ADD57"/>
    <w:rsid w:val="5586F8CA"/>
    <w:rsid w:val="55F3AD2A"/>
    <w:rsid w:val="56D1133D"/>
    <w:rsid w:val="57211827"/>
    <w:rsid w:val="57CD6D43"/>
    <w:rsid w:val="580AECE2"/>
    <w:rsid w:val="581A4429"/>
    <w:rsid w:val="585201A9"/>
    <w:rsid w:val="5897BE38"/>
    <w:rsid w:val="58B8745E"/>
    <w:rsid w:val="58CB7140"/>
    <w:rsid w:val="596BE75B"/>
    <w:rsid w:val="59B64374"/>
    <w:rsid w:val="59B82B5B"/>
    <w:rsid w:val="5A0F12A2"/>
    <w:rsid w:val="5A1BAC4A"/>
    <w:rsid w:val="5A81EFC2"/>
    <w:rsid w:val="5AE12C77"/>
    <w:rsid w:val="5B1D4A32"/>
    <w:rsid w:val="5B211D7F"/>
    <w:rsid w:val="5B2A00D9"/>
    <w:rsid w:val="5B3DBA10"/>
    <w:rsid w:val="5BBD88A7"/>
    <w:rsid w:val="5BC43328"/>
    <w:rsid w:val="5BD6FC8B"/>
    <w:rsid w:val="5C186669"/>
    <w:rsid w:val="5C309271"/>
    <w:rsid w:val="5C387FB8"/>
    <w:rsid w:val="5C8797B3"/>
    <w:rsid w:val="5CE4FB2E"/>
    <w:rsid w:val="5D8954BC"/>
    <w:rsid w:val="5EB8341D"/>
    <w:rsid w:val="5EBE6005"/>
    <w:rsid w:val="5F60765C"/>
    <w:rsid w:val="5F6369D5"/>
    <w:rsid w:val="60219AE3"/>
    <w:rsid w:val="60A5258E"/>
    <w:rsid w:val="614579FF"/>
    <w:rsid w:val="61DCB6F8"/>
    <w:rsid w:val="62252A0A"/>
    <w:rsid w:val="62614E54"/>
    <w:rsid w:val="62FCB8CC"/>
    <w:rsid w:val="630C00E3"/>
    <w:rsid w:val="63448E6E"/>
    <w:rsid w:val="63FB4243"/>
    <w:rsid w:val="64A99CF7"/>
    <w:rsid w:val="65141968"/>
    <w:rsid w:val="653047A5"/>
    <w:rsid w:val="655827DE"/>
    <w:rsid w:val="6590BB95"/>
    <w:rsid w:val="66909C24"/>
    <w:rsid w:val="6938DFF5"/>
    <w:rsid w:val="69CA3882"/>
    <w:rsid w:val="69FFF9C2"/>
    <w:rsid w:val="6A3DEF57"/>
    <w:rsid w:val="6B6CD414"/>
    <w:rsid w:val="6BE52DF1"/>
    <w:rsid w:val="6BF15F88"/>
    <w:rsid w:val="6CCC5E57"/>
    <w:rsid w:val="6D4EFA28"/>
    <w:rsid w:val="6D688A88"/>
    <w:rsid w:val="6D832605"/>
    <w:rsid w:val="6DAE31F5"/>
    <w:rsid w:val="6E3C1131"/>
    <w:rsid w:val="6E78BAEC"/>
    <w:rsid w:val="6F816691"/>
    <w:rsid w:val="709BC70C"/>
    <w:rsid w:val="70D2E7FB"/>
    <w:rsid w:val="70E78D24"/>
    <w:rsid w:val="70E966FF"/>
    <w:rsid w:val="70E9DC66"/>
    <w:rsid w:val="712B8140"/>
    <w:rsid w:val="713628ED"/>
    <w:rsid w:val="7145F728"/>
    <w:rsid w:val="7183EB9F"/>
    <w:rsid w:val="71A5BBCF"/>
    <w:rsid w:val="7268AF9D"/>
    <w:rsid w:val="73BAB09F"/>
    <w:rsid w:val="73D5BB05"/>
    <w:rsid w:val="74768DDC"/>
    <w:rsid w:val="755F4946"/>
    <w:rsid w:val="759242C5"/>
    <w:rsid w:val="764ECDD0"/>
    <w:rsid w:val="76CF7E18"/>
    <w:rsid w:val="77005A82"/>
    <w:rsid w:val="775B2055"/>
    <w:rsid w:val="77667E8F"/>
    <w:rsid w:val="77C162CA"/>
    <w:rsid w:val="77D05014"/>
    <w:rsid w:val="7856D011"/>
    <w:rsid w:val="78741F26"/>
    <w:rsid w:val="7904D65C"/>
    <w:rsid w:val="7919BF4A"/>
    <w:rsid w:val="79AABBF2"/>
    <w:rsid w:val="79B66D4A"/>
    <w:rsid w:val="7A285215"/>
    <w:rsid w:val="7A69E045"/>
    <w:rsid w:val="7AF04C0C"/>
    <w:rsid w:val="7B86B179"/>
    <w:rsid w:val="7BE6B426"/>
    <w:rsid w:val="7D89A54A"/>
    <w:rsid w:val="7DC02F60"/>
    <w:rsid w:val="7DD10984"/>
    <w:rsid w:val="7E753BEF"/>
    <w:rsid w:val="7EF17187"/>
    <w:rsid w:val="7F324EF0"/>
    <w:rsid w:val="7F6C71C3"/>
    <w:rsid w:val="7F93C6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28A40"/>
  <w15:chartTrackingRefBased/>
  <w15:docId w15:val="{72BB0B04-8900-444C-993B-89097E03E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udi Type" w:eastAsiaTheme="minorHAnsi" w:hAnsi="Audi Type" w:cs="Times New Roman (Textkörper CS)"/>
        <w:color w:val="000000" w:themeColor="text1"/>
        <w:szCs w:val="24"/>
        <w:lang w:val="de-DE" w:eastAsia="en-US" w:bidi="ar-EG"/>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56D5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3A5C25"/>
    <w:pPr>
      <w:bidi/>
      <w:spacing w:before="480" w:line="300" w:lineRule="exact"/>
      <w:jc w:val="both"/>
    </w:pPr>
    <w:rPr>
      <w:rFonts w:ascii="Audi Type Extended" w:eastAsia="Times New Roman" w:hAnsi="Audi Type Extended" w:cs="GE SS Text Medium"/>
      <w:b/>
      <w:szCs w:val="20"/>
      <w:lang w:eastAsia="de-DE"/>
    </w:rPr>
  </w:style>
  <w:style w:type="paragraph" w:customStyle="1" w:styleId="000Seitenzahl">
    <w:name w:val="000 – Seitenzahl"/>
    <w:qFormat/>
    <w:rsid w:val="00474412"/>
    <w:pPr>
      <w:spacing w:after="120"/>
      <w:jc w:val="right"/>
    </w:pPr>
    <w:rPr>
      <w:sz w:val="16"/>
      <w:szCs w:val="16"/>
    </w:rPr>
  </w:style>
  <w:style w:type="paragraph" w:styleId="Header">
    <w:name w:val="header"/>
    <w:basedOn w:val="Normal"/>
    <w:link w:val="HeaderChar"/>
    <w:uiPriority w:val="99"/>
    <w:unhideWhenUsed/>
    <w:rsid w:val="003D2D77"/>
    <w:pPr>
      <w:tabs>
        <w:tab w:val="center" w:pos="4536"/>
        <w:tab w:val="right" w:pos="9072"/>
      </w:tabs>
    </w:pPr>
  </w:style>
  <w:style w:type="paragraph" w:customStyle="1" w:styleId="000H1">
    <w:name w:val="000 – H1"/>
    <w:autoRedefine/>
    <w:qFormat/>
    <w:rsid w:val="00786FC7"/>
    <w:pPr>
      <w:suppressAutoHyphens/>
      <w:bidi/>
      <w:spacing w:line="400" w:lineRule="exact"/>
      <w:jc w:val="both"/>
    </w:pPr>
    <w:rPr>
      <w:rFonts w:ascii="Audi Type Extended" w:eastAsia="Times New Roman" w:hAnsi="Audi Type Extended" w:cs="GE SS Text Medium"/>
      <w:b/>
      <w:bCs/>
      <w:color w:val="auto"/>
      <w:sz w:val="28"/>
      <w:szCs w:val="28"/>
      <w:lang w:val="en-US" w:eastAsia="de-DE"/>
    </w:rPr>
  </w:style>
  <w:style w:type="character" w:customStyle="1" w:styleId="HeaderChar">
    <w:name w:val="Header Char"/>
    <w:basedOn w:val="DefaultParagraphFont"/>
    <w:link w:val="Header"/>
    <w:uiPriority w:val="99"/>
    <w:qFormat/>
    <w:rsid w:val="003D2D77"/>
  </w:style>
  <w:style w:type="paragraph" w:customStyle="1" w:styleId="000Introduction">
    <w:name w:val="000 – Introduction"/>
    <w:next w:val="000Copy"/>
    <w:autoRedefine/>
    <w:qFormat/>
    <w:rsid w:val="007C0B22"/>
    <w:pPr>
      <w:widowControl w:val="0"/>
      <w:suppressAutoHyphens/>
      <w:bidi/>
      <w:spacing w:before="480" w:line="300" w:lineRule="exact"/>
      <w:jc w:val="both"/>
    </w:pPr>
    <w:rPr>
      <w:rFonts w:eastAsia="Times New Roman" w:cs="GE SS Text Medium"/>
      <w:b/>
      <w:szCs w:val="20"/>
      <w:lang w:eastAsia="de-DE"/>
    </w:rPr>
  </w:style>
  <w:style w:type="paragraph" w:customStyle="1" w:styleId="000Kontakt">
    <w:name w:val="000 – Kontakt"/>
    <w:basedOn w:val="Normal"/>
    <w:autoRedefine/>
    <w:qFormat/>
    <w:rsid w:val="00003521"/>
    <w:pPr>
      <w:suppressAutoHyphens/>
      <w:spacing w:line="300" w:lineRule="exact"/>
    </w:pPr>
    <w:rPr>
      <w:rFonts w:eastAsia="Times New Roman" w:cs="Arial"/>
      <w:b/>
      <w:color w:val="auto"/>
      <w:szCs w:val="20"/>
      <w:lang w:eastAsia="de-DE"/>
    </w:rPr>
  </w:style>
  <w:style w:type="character" w:customStyle="1" w:styleId="Heading2Char">
    <w:name w:val="Heading 2 Char"/>
    <w:basedOn w:val="DefaultParagraphFont"/>
    <w:link w:val="Heading2"/>
    <w:uiPriority w:val="9"/>
    <w:semiHidden/>
    <w:rsid w:val="00F56D58"/>
    <w:rPr>
      <w:rFonts w:asciiTheme="majorHAnsi" w:eastAsiaTheme="majorEastAsia" w:hAnsiTheme="majorHAnsi" w:cstheme="majorBidi"/>
      <w:color w:val="2F5496" w:themeColor="accent1" w:themeShade="BF"/>
      <w:sz w:val="26"/>
      <w:szCs w:val="26"/>
    </w:rPr>
  </w:style>
  <w:style w:type="paragraph" w:customStyle="1" w:styleId="000Verbrauchsangaben">
    <w:name w:val="000 – Verbrauchsangaben"/>
    <w:autoRedefine/>
    <w:qFormat/>
    <w:rsid w:val="00436208"/>
    <w:pPr>
      <w:suppressAutoHyphens/>
      <w:spacing w:before="120"/>
    </w:pPr>
    <w:rPr>
      <w:rFonts w:eastAsia="Times New Roman" w:cs="Arial"/>
      <w:color w:val="000000"/>
      <w:szCs w:val="20"/>
      <w:lang w:eastAsia="de-DE"/>
    </w:rPr>
  </w:style>
  <w:style w:type="paragraph" w:customStyle="1" w:styleId="000Copy">
    <w:name w:val="000 – Copy"/>
    <w:autoRedefine/>
    <w:qFormat/>
    <w:rsid w:val="00C24ED2"/>
    <w:pPr>
      <w:widowControl w:val="0"/>
      <w:suppressAutoHyphens/>
      <w:spacing w:line="300" w:lineRule="exact"/>
    </w:pPr>
    <w:rPr>
      <w:rFonts w:eastAsia="Times New Roman" w:cs="Times New Roman"/>
      <w:szCs w:val="20"/>
      <w:lang w:eastAsia="de-DE"/>
    </w:rPr>
  </w:style>
  <w:style w:type="paragraph" w:styleId="Footer">
    <w:name w:val="footer"/>
    <w:basedOn w:val="Normal"/>
    <w:link w:val="FooterChar"/>
    <w:uiPriority w:val="99"/>
    <w:unhideWhenUsed/>
    <w:rsid w:val="003D2D77"/>
    <w:pPr>
      <w:tabs>
        <w:tab w:val="center" w:pos="4536"/>
        <w:tab w:val="right" w:pos="9072"/>
      </w:tabs>
    </w:pPr>
  </w:style>
  <w:style w:type="character" w:customStyle="1" w:styleId="FooterChar">
    <w:name w:val="Footer Char"/>
    <w:basedOn w:val="DefaultParagraphFont"/>
    <w:link w:val="Footer"/>
    <w:uiPriority w:val="99"/>
    <w:rsid w:val="003D2D77"/>
  </w:style>
  <w:style w:type="paragraph" w:customStyle="1" w:styleId="000Funoten">
    <w:name w:val="000 – Fußnoten"/>
    <w:qFormat/>
    <w:rsid w:val="009A0D7B"/>
    <w:pPr>
      <w:tabs>
        <w:tab w:val="left" w:pos="6484"/>
      </w:tabs>
      <w:suppressAutoHyphens/>
      <w:spacing w:after="60"/>
    </w:pPr>
    <w:rPr>
      <w:rFonts w:eastAsia="Times New Roman" w:cs="Audi Type"/>
      <w:color w:val="676766"/>
      <w:sz w:val="16"/>
      <w:szCs w:val="18"/>
      <w:lang w:eastAsia="de-DE"/>
    </w:rPr>
  </w:style>
  <w:style w:type="paragraph" w:customStyle="1" w:styleId="000FunoteInfo">
    <w:name w:val="000 – Fußnote – Info"/>
    <w:basedOn w:val="000Funoten"/>
    <w:qFormat/>
    <w:rsid w:val="00474412"/>
    <w:pPr>
      <w:spacing w:before="480"/>
    </w:pPr>
    <w:rPr>
      <w:b/>
      <w:bCs/>
    </w:rPr>
  </w:style>
  <w:style w:type="paragraph" w:customStyle="1" w:styleId="000H3">
    <w:name w:val="000 – H3"/>
    <w:autoRedefine/>
    <w:qFormat/>
    <w:rsid w:val="00D9727C"/>
    <w:pPr>
      <w:spacing w:before="240" w:after="240"/>
    </w:pPr>
    <w:rPr>
      <w:rFonts w:ascii="Audi Type Extended" w:eastAsia="Times New Roman" w:hAnsi="Audi Type Extended" w:cs="Audi Type"/>
      <w:b/>
      <w:color w:val="939597"/>
      <w:szCs w:val="18"/>
      <w:lang w:eastAsia="de-DE"/>
    </w:rPr>
  </w:style>
  <w:style w:type="paragraph" w:customStyle="1" w:styleId="000Bulletpoint">
    <w:name w:val="000 – Bulletpoint"/>
    <w:autoRedefine/>
    <w:qFormat/>
    <w:rsid w:val="00786FC7"/>
    <w:pPr>
      <w:numPr>
        <w:numId w:val="22"/>
      </w:numPr>
      <w:bidi/>
      <w:spacing w:after="120"/>
      <w:ind w:left="284" w:hanging="284"/>
      <w:jc w:val="both"/>
    </w:pPr>
    <w:rPr>
      <w:rFonts w:eastAsia="Times New Roman" w:cs="GE SS Text Medium"/>
      <w:b/>
      <w:bCs/>
      <w:kern w:val="2"/>
      <w:sz w:val="24"/>
      <w:lang w:eastAsia="de-DE"/>
    </w:rPr>
  </w:style>
  <w:style w:type="paragraph" w:customStyle="1" w:styleId="000Link">
    <w:name w:val="000 – Link"/>
    <w:basedOn w:val="000H2"/>
    <w:autoRedefine/>
    <w:qFormat/>
    <w:rsid w:val="000B1D9F"/>
    <w:pPr>
      <w:suppressAutoHyphens/>
      <w:spacing w:before="240" w:line="240" w:lineRule="exact"/>
    </w:pPr>
    <w:rPr>
      <w:rFonts w:ascii="Audi Type" w:hAnsi="Audi Type" w:cs="Times New Roman"/>
      <w:szCs w:val="22"/>
    </w:rPr>
  </w:style>
  <w:style w:type="numbering" w:customStyle="1" w:styleId="AktuelleListe1">
    <w:name w:val="Aktuelle Liste1"/>
    <w:uiPriority w:val="99"/>
    <w:rsid w:val="001D311C"/>
    <w:pPr>
      <w:numPr>
        <w:numId w:val="14"/>
      </w:numPr>
    </w:pPr>
  </w:style>
  <w:style w:type="character" w:styleId="Hyperlink">
    <w:name w:val="Hyperlink"/>
    <w:aliases w:val="Titolo 5 Carattere1"/>
    <w:rsid w:val="008D1D06"/>
    <w:rPr>
      <w:rFonts w:ascii="Audi Type" w:hAnsi="Audi Type"/>
      <w:b w:val="0"/>
      <w:i w:val="0"/>
      <w:color w:val="0000FF"/>
      <w:sz w:val="20"/>
      <w:u w:val="single"/>
    </w:rPr>
  </w:style>
  <w:style w:type="paragraph" w:customStyle="1" w:styleId="000Abbinder">
    <w:name w:val="000 – Abbinder"/>
    <w:qFormat/>
    <w:rsid w:val="009A0D7B"/>
    <w:pPr>
      <w:widowControl w:val="0"/>
      <w:suppressAutoHyphens/>
      <w:spacing w:after="120"/>
      <w:jc w:val="both"/>
    </w:pPr>
    <w:rPr>
      <w:rFonts w:eastAsia="Times New Roman" w:cs="Times New Roman"/>
      <w:color w:val="auto"/>
      <w:sz w:val="18"/>
      <w:szCs w:val="18"/>
      <w:lang w:eastAsia="de-DE"/>
    </w:rPr>
  </w:style>
  <w:style w:type="table" w:customStyle="1" w:styleId="Tabellenraster1">
    <w:name w:val="Tabellenraster1"/>
    <w:basedOn w:val="TableNormal"/>
    <w:next w:val="TableGrid"/>
    <w:uiPriority w:val="59"/>
    <w:rsid w:val="00474412"/>
    <w:rPr>
      <w:rFonts w:ascii="Times New Roman" w:eastAsia="Times New Roman" w:hAnsi="Times New Roman" w:cs="Times New Roman"/>
      <w:color w:val="auto"/>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aliases w:val="000– Tabelle AUDI"/>
    <w:basedOn w:val="TableNormal"/>
    <w:uiPriority w:val="59"/>
    <w:rsid w:val="00520E39"/>
    <w:tblPr>
      <w:tblStyleRowBandSize w:val="2"/>
      <w:tblStyleColBandSize w:val="2"/>
    </w:tblPr>
    <w:trPr>
      <w:cantSplit/>
    </w:trPr>
  </w:style>
  <w:style w:type="character" w:styleId="UnresolvedMention">
    <w:name w:val="Unresolved Mention"/>
    <w:basedOn w:val="DefaultParagraphFont"/>
    <w:uiPriority w:val="99"/>
    <w:semiHidden/>
    <w:unhideWhenUsed/>
    <w:rsid w:val="008D1D06"/>
    <w:rPr>
      <w:color w:val="605E5C"/>
      <w:shd w:val="clear" w:color="auto" w:fill="E1DFDD"/>
    </w:rPr>
  </w:style>
  <w:style w:type="paragraph" w:customStyle="1" w:styleId="000KontaktnichtFett">
    <w:name w:val="000 – Kontakt nicht Fett"/>
    <w:basedOn w:val="Normal"/>
    <w:qFormat/>
    <w:rsid w:val="00003521"/>
    <w:pPr>
      <w:suppressAutoHyphens/>
      <w:spacing w:line="300" w:lineRule="exact"/>
    </w:pPr>
    <w:rPr>
      <w:rFonts w:eastAsia="Times New Roman" w:cs="Arial"/>
      <w:color w:val="auto"/>
      <w:szCs w:val="20"/>
      <w:lang w:eastAsia="de-DE"/>
    </w:rPr>
  </w:style>
  <w:style w:type="paragraph" w:customStyle="1" w:styleId="000BulletpointsCopy">
    <w:name w:val="000 – Bulletpoints Copy"/>
    <w:autoRedefine/>
    <w:qFormat/>
    <w:rsid w:val="00436208"/>
    <w:pPr>
      <w:numPr>
        <w:numId w:val="17"/>
      </w:numPr>
      <w:spacing w:after="120" w:line="300" w:lineRule="exact"/>
    </w:pPr>
    <w:rPr>
      <w:rFonts w:eastAsia="Times New Roman" w:cs="Times New Roman"/>
      <w:bCs/>
      <w:color w:val="auto"/>
      <w:szCs w:val="20"/>
      <w:lang w:val="en-US" w:eastAsia="de-DE"/>
    </w:rPr>
  </w:style>
  <w:style w:type="numbering" w:customStyle="1" w:styleId="AktuelleListe2">
    <w:name w:val="Aktuelle Liste2"/>
    <w:uiPriority w:val="99"/>
    <w:rsid w:val="00665A90"/>
    <w:pPr>
      <w:numPr>
        <w:numId w:val="18"/>
      </w:numPr>
    </w:pPr>
  </w:style>
  <w:style w:type="numbering" w:customStyle="1" w:styleId="AktuelleListe3">
    <w:name w:val="Aktuelle Liste3"/>
    <w:uiPriority w:val="99"/>
    <w:rsid w:val="00665A90"/>
    <w:pPr>
      <w:numPr>
        <w:numId w:val="19"/>
      </w:numPr>
    </w:pPr>
  </w:style>
  <w:style w:type="character" w:styleId="PlaceholderText">
    <w:name w:val="Placeholder Text"/>
    <w:basedOn w:val="DefaultParagraphFont"/>
    <w:uiPriority w:val="99"/>
    <w:semiHidden/>
    <w:rsid w:val="00604693"/>
    <w:rPr>
      <w:color w:val="808080"/>
    </w:rPr>
  </w:style>
  <w:style w:type="character" w:customStyle="1" w:styleId="Formatvorlage3">
    <w:name w:val="Formatvorlage3"/>
    <w:basedOn w:val="DefaultParagraphFont"/>
    <w:uiPriority w:val="1"/>
    <w:rsid w:val="00604693"/>
    <w:rPr>
      <w:rFonts w:ascii="Audi Type" w:hAnsi="Audi Type" w:hint="default"/>
      <w:sz w:val="18"/>
    </w:rPr>
  </w:style>
  <w:style w:type="character" w:styleId="CommentReference">
    <w:name w:val="annotation reference"/>
    <w:basedOn w:val="DefaultParagraphFont"/>
    <w:uiPriority w:val="99"/>
    <w:unhideWhenUsed/>
    <w:rsid w:val="000C36F8"/>
    <w:rPr>
      <w:sz w:val="16"/>
      <w:szCs w:val="16"/>
    </w:rPr>
  </w:style>
  <w:style w:type="paragraph" w:styleId="CommentText">
    <w:name w:val="annotation text"/>
    <w:basedOn w:val="Normal"/>
    <w:link w:val="CommentTextChar"/>
    <w:uiPriority w:val="99"/>
    <w:unhideWhenUsed/>
    <w:rsid w:val="000C36F8"/>
    <w:rPr>
      <w:szCs w:val="20"/>
    </w:rPr>
  </w:style>
  <w:style w:type="character" w:customStyle="1" w:styleId="CommentTextChar">
    <w:name w:val="Comment Text Char"/>
    <w:basedOn w:val="DefaultParagraphFont"/>
    <w:link w:val="CommentText"/>
    <w:uiPriority w:val="99"/>
    <w:rsid w:val="000C36F8"/>
    <w:rPr>
      <w:szCs w:val="20"/>
    </w:rPr>
  </w:style>
  <w:style w:type="paragraph" w:styleId="CommentSubject">
    <w:name w:val="annotation subject"/>
    <w:basedOn w:val="CommentText"/>
    <w:next w:val="CommentText"/>
    <w:link w:val="CommentSubjectChar"/>
    <w:uiPriority w:val="99"/>
    <w:semiHidden/>
    <w:unhideWhenUsed/>
    <w:rsid w:val="000C36F8"/>
    <w:rPr>
      <w:b/>
      <w:bCs/>
    </w:rPr>
  </w:style>
  <w:style w:type="character" w:customStyle="1" w:styleId="CommentSubjectChar">
    <w:name w:val="Comment Subject Char"/>
    <w:basedOn w:val="CommentTextChar"/>
    <w:link w:val="CommentSubject"/>
    <w:uiPriority w:val="99"/>
    <w:semiHidden/>
    <w:rsid w:val="000C36F8"/>
    <w:rPr>
      <w:b/>
      <w:bCs/>
      <w:szCs w:val="20"/>
    </w:rPr>
  </w:style>
  <w:style w:type="paragraph" w:styleId="ListParagraph">
    <w:name w:val="List Paragraph"/>
    <w:basedOn w:val="Normal"/>
    <w:uiPriority w:val="34"/>
    <w:qFormat/>
    <w:rsid w:val="004B0E45"/>
    <w:pPr>
      <w:ind w:left="720"/>
      <w:contextualSpacing/>
    </w:pPr>
    <w:rPr>
      <w:lang w:val="en-US"/>
    </w:rPr>
  </w:style>
  <w:style w:type="paragraph" w:styleId="Revision">
    <w:name w:val="Revision"/>
    <w:hidden/>
    <w:uiPriority w:val="99"/>
    <w:semiHidden/>
    <w:rsid w:val="004B5057"/>
  </w:style>
  <w:style w:type="table" w:customStyle="1" w:styleId="000TabelleAUDI1">
    <w:name w:val="000– Tabelle AUDI1"/>
    <w:basedOn w:val="TableNormal"/>
    <w:next w:val="TableGrid"/>
    <w:uiPriority w:val="59"/>
    <w:rsid w:val="00AB7B60"/>
    <w:rPr>
      <w:color w:val="000000"/>
    </w:rPr>
    <w:tblPr>
      <w:tblStyleRowBandSize w:val="2"/>
      <w:tblStyleColBandSize w:val="2"/>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23047">
      <w:bodyDiv w:val="1"/>
      <w:marLeft w:val="0"/>
      <w:marRight w:val="0"/>
      <w:marTop w:val="0"/>
      <w:marBottom w:val="0"/>
      <w:divBdr>
        <w:top w:val="none" w:sz="0" w:space="0" w:color="auto"/>
        <w:left w:val="none" w:sz="0" w:space="0" w:color="auto"/>
        <w:bottom w:val="none" w:sz="0" w:space="0" w:color="auto"/>
        <w:right w:val="none" w:sz="0" w:space="0" w:color="auto"/>
      </w:divBdr>
    </w:div>
    <w:div w:id="299961788">
      <w:bodyDiv w:val="1"/>
      <w:marLeft w:val="0"/>
      <w:marRight w:val="0"/>
      <w:marTop w:val="0"/>
      <w:marBottom w:val="0"/>
      <w:divBdr>
        <w:top w:val="none" w:sz="0" w:space="0" w:color="auto"/>
        <w:left w:val="none" w:sz="0" w:space="0" w:color="auto"/>
        <w:bottom w:val="none" w:sz="0" w:space="0" w:color="auto"/>
        <w:right w:val="none" w:sz="0" w:space="0" w:color="auto"/>
      </w:divBdr>
    </w:div>
    <w:div w:id="903224524">
      <w:bodyDiv w:val="1"/>
      <w:marLeft w:val="0"/>
      <w:marRight w:val="0"/>
      <w:marTop w:val="0"/>
      <w:marBottom w:val="0"/>
      <w:divBdr>
        <w:top w:val="none" w:sz="0" w:space="0" w:color="auto"/>
        <w:left w:val="none" w:sz="0" w:space="0" w:color="auto"/>
        <w:bottom w:val="none" w:sz="0" w:space="0" w:color="auto"/>
        <w:right w:val="none" w:sz="0" w:space="0" w:color="auto"/>
      </w:divBdr>
    </w:div>
    <w:div w:id="1242133987">
      <w:bodyDiv w:val="1"/>
      <w:marLeft w:val="0"/>
      <w:marRight w:val="0"/>
      <w:marTop w:val="0"/>
      <w:marBottom w:val="0"/>
      <w:divBdr>
        <w:top w:val="none" w:sz="0" w:space="0" w:color="auto"/>
        <w:left w:val="none" w:sz="0" w:space="0" w:color="auto"/>
        <w:bottom w:val="none" w:sz="0" w:space="0" w:color="auto"/>
        <w:right w:val="none" w:sz="0" w:space="0" w:color="auto"/>
      </w:divBdr>
    </w:div>
    <w:div w:id="1242904953">
      <w:bodyDiv w:val="1"/>
      <w:marLeft w:val="0"/>
      <w:marRight w:val="0"/>
      <w:marTop w:val="0"/>
      <w:marBottom w:val="0"/>
      <w:divBdr>
        <w:top w:val="none" w:sz="0" w:space="0" w:color="auto"/>
        <w:left w:val="none" w:sz="0" w:space="0" w:color="auto"/>
        <w:bottom w:val="none" w:sz="0" w:space="0" w:color="auto"/>
        <w:right w:val="none" w:sz="0" w:space="0" w:color="auto"/>
      </w:divBdr>
    </w:div>
    <w:div w:id="1328630785">
      <w:bodyDiv w:val="1"/>
      <w:marLeft w:val="0"/>
      <w:marRight w:val="0"/>
      <w:marTop w:val="0"/>
      <w:marBottom w:val="0"/>
      <w:divBdr>
        <w:top w:val="none" w:sz="0" w:space="0" w:color="auto"/>
        <w:left w:val="none" w:sz="0" w:space="0" w:color="auto"/>
        <w:bottom w:val="none" w:sz="0" w:space="0" w:color="auto"/>
        <w:right w:val="none" w:sz="0" w:space="0" w:color="auto"/>
      </w:divBdr>
    </w:div>
    <w:div w:id="1442337668">
      <w:bodyDiv w:val="1"/>
      <w:marLeft w:val="0"/>
      <w:marRight w:val="0"/>
      <w:marTop w:val="0"/>
      <w:marBottom w:val="0"/>
      <w:divBdr>
        <w:top w:val="none" w:sz="0" w:space="0" w:color="auto"/>
        <w:left w:val="none" w:sz="0" w:space="0" w:color="auto"/>
        <w:bottom w:val="none" w:sz="0" w:space="0" w:color="auto"/>
        <w:right w:val="none" w:sz="0" w:space="0" w:color="auto"/>
      </w:divBdr>
      <w:divsChild>
        <w:div w:id="1428388260">
          <w:marLeft w:val="0"/>
          <w:marRight w:val="0"/>
          <w:marTop w:val="0"/>
          <w:marBottom w:val="0"/>
          <w:divBdr>
            <w:top w:val="single" w:sz="6" w:space="18" w:color="D9D9D9"/>
            <w:left w:val="none" w:sz="0" w:space="0" w:color="auto"/>
            <w:bottom w:val="none" w:sz="0" w:space="0" w:color="auto"/>
            <w:right w:val="none" w:sz="0" w:space="0" w:color="auto"/>
          </w:divBdr>
          <w:divsChild>
            <w:div w:id="2029333809">
              <w:marLeft w:val="0"/>
              <w:marRight w:val="0"/>
              <w:marTop w:val="0"/>
              <w:marBottom w:val="0"/>
              <w:divBdr>
                <w:top w:val="none" w:sz="0" w:space="0" w:color="auto"/>
                <w:left w:val="none" w:sz="0" w:space="0" w:color="auto"/>
                <w:bottom w:val="none" w:sz="0" w:space="0" w:color="auto"/>
                <w:right w:val="none" w:sz="0" w:space="0" w:color="auto"/>
              </w:divBdr>
              <w:divsChild>
                <w:div w:id="8698793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65906707">
      <w:bodyDiv w:val="1"/>
      <w:marLeft w:val="0"/>
      <w:marRight w:val="0"/>
      <w:marTop w:val="0"/>
      <w:marBottom w:val="0"/>
      <w:divBdr>
        <w:top w:val="none" w:sz="0" w:space="0" w:color="auto"/>
        <w:left w:val="none" w:sz="0" w:space="0" w:color="auto"/>
        <w:bottom w:val="none" w:sz="0" w:space="0" w:color="auto"/>
        <w:right w:val="none" w:sz="0" w:space="0" w:color="auto"/>
      </w:divBdr>
      <w:divsChild>
        <w:div w:id="392775728">
          <w:marLeft w:val="0"/>
          <w:marRight w:val="0"/>
          <w:marTop w:val="0"/>
          <w:marBottom w:val="0"/>
          <w:divBdr>
            <w:top w:val="single" w:sz="6" w:space="18" w:color="D9D9D9"/>
            <w:left w:val="none" w:sz="0" w:space="0" w:color="auto"/>
            <w:bottom w:val="none" w:sz="0" w:space="0" w:color="auto"/>
            <w:right w:val="none" w:sz="0" w:space="0" w:color="auto"/>
          </w:divBdr>
          <w:divsChild>
            <w:div w:id="47188873">
              <w:marLeft w:val="0"/>
              <w:marRight w:val="0"/>
              <w:marTop w:val="0"/>
              <w:marBottom w:val="0"/>
              <w:divBdr>
                <w:top w:val="none" w:sz="0" w:space="0" w:color="auto"/>
                <w:left w:val="none" w:sz="0" w:space="0" w:color="auto"/>
                <w:bottom w:val="none" w:sz="0" w:space="0" w:color="auto"/>
                <w:right w:val="none" w:sz="0" w:space="0" w:color="auto"/>
              </w:divBdr>
              <w:divsChild>
                <w:div w:id="8846778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udiMiddleEastPR@wearetheroman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ws.audimiddleeast.com/en/" TargetMode="External"/><Relationship Id="rId5" Type="http://schemas.openxmlformats.org/officeDocument/2006/relationships/styles" Target="styles.xml"/><Relationship Id="rId15" Type="http://schemas.openxmlformats.org/officeDocument/2006/relationships/image" Target="media/image4.jpg"/><Relationship Id="rId10" Type="http://schemas.openxmlformats.org/officeDocument/2006/relationships/hyperlink" Target="mailto:maryna.slichna@vwgme.co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taudenmaier\Downloads\Template_MediaInfo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e21c452-9e59-444f-b7bb-3e5412044637" xsi:nil="true"/>
    <lcf76f155ced4ddcb4097134ff3c332f xmlns="05348f11-806c-40a2-aca7-4ecb586d895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9D9D589B5A1D64E94EC686DC865843E" ma:contentTypeVersion="20" ma:contentTypeDescription="Ein neues Dokument erstellen." ma:contentTypeScope="" ma:versionID="83054fca194db201cc78569bd3d0e09b">
  <xsd:schema xmlns:xsd="http://www.w3.org/2001/XMLSchema" xmlns:xs="http://www.w3.org/2001/XMLSchema" xmlns:p="http://schemas.microsoft.com/office/2006/metadata/properties" xmlns:ns1="http://schemas.microsoft.com/sharepoint/v3" xmlns:ns2="05348f11-806c-40a2-aca7-4ecb586d8957" xmlns:ns3="1e21c452-9e59-444f-b7bb-3e5412044637" targetNamespace="http://schemas.microsoft.com/office/2006/metadata/properties" ma:root="true" ma:fieldsID="59c8f587cf6e40556536a10241fabb48" ns1:_="" ns2:_="" ns3:_="">
    <xsd:import namespace="http://schemas.microsoft.com/sharepoint/v3"/>
    <xsd:import namespace="05348f11-806c-40a2-aca7-4ecb586d8957"/>
    <xsd:import namespace="1e21c452-9e59-444f-b7bb-3e54120446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48f11-806c-40a2-aca7-4ecb586d89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4db74b8a-5187-44e9-a034-989059a400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21c452-9e59-444f-b7bb-3e541204463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c8a67111-5e24-4643-b591-cf6ba4d566c4}" ma:internalName="TaxCatchAll" ma:showField="CatchAllData" ma:web="1e21c452-9e59-444f-b7bb-3e5412044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AA72E-13E4-4DC3-9661-FA660F3FD7E5}">
  <ds:schemaRefs>
    <ds:schemaRef ds:uri="http://schemas.microsoft.com/office/2006/metadata/properties"/>
    <ds:schemaRef ds:uri="http://schemas.microsoft.com/office/infopath/2007/PartnerControls"/>
    <ds:schemaRef ds:uri="http://schemas.microsoft.com/sharepoint/v3"/>
    <ds:schemaRef ds:uri="1e21c452-9e59-444f-b7bb-3e5412044637"/>
    <ds:schemaRef ds:uri="05348f11-806c-40a2-aca7-4ecb586d8957"/>
  </ds:schemaRefs>
</ds:datastoreItem>
</file>

<file path=customXml/itemProps2.xml><?xml version="1.0" encoding="utf-8"?>
<ds:datastoreItem xmlns:ds="http://schemas.openxmlformats.org/officeDocument/2006/customXml" ds:itemID="{EC4DDFE3-1C41-4A71-B130-AA5C4F52CA87}">
  <ds:schemaRefs>
    <ds:schemaRef ds:uri="http://schemas.microsoft.com/sharepoint/v3/contenttype/forms"/>
  </ds:schemaRefs>
</ds:datastoreItem>
</file>

<file path=customXml/itemProps3.xml><?xml version="1.0" encoding="utf-8"?>
<ds:datastoreItem xmlns:ds="http://schemas.openxmlformats.org/officeDocument/2006/customXml" ds:itemID="{096E0D20-A339-4434-A497-91726E080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348f11-806c-40a2-aca7-4ecb586d8957"/>
    <ds:schemaRef ds:uri="1e21c452-9e59-444f-b7bb-3e5412044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C:\Users\sstaudenmaier\Downloads\Template_MediaInfo_EN.dotx</Template>
  <TotalTime>1</TotalTime>
  <Pages>3</Pages>
  <Words>1338</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Staudenmaier</dc:creator>
  <cp:keywords/>
  <dc:description/>
  <cp:lastModifiedBy>Maulini Sikri</cp:lastModifiedBy>
  <cp:revision>3</cp:revision>
  <dcterms:created xsi:type="dcterms:W3CDTF">2025-09-03T12:49:00Z</dcterms:created>
  <dcterms:modified xsi:type="dcterms:W3CDTF">2025-09-03T12:50:00Z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0x01010049D9D589B5A1D64E94EC686DC865843E</vt:lpwstr>
  </property>
  <property fmtid="{D5CDD505-2E9C-101B-9397-08002B2CF9AE}" pid="3" name="RevIMBCS">
    <vt:lpwstr>1;#0.1 Initial category|0239cc7a-0c96-48a8-9e0e-a383e362571c</vt:lpwstr>
  </property>
  <property fmtid="{D5CDD505-2E9C-101B-9397-08002B2CF9AE}" pid="4" name="MSIP_Label_a6b84135-ab90-4b03-a415-784f8f15a7f1_Enabled">
    <vt:lpwstr>true</vt:lpwstr>
  </property>
  <property fmtid="{D5CDD505-2E9C-101B-9397-08002B2CF9AE}" pid="5" name="MSIP_Label_a6b84135-ab90-4b03-a415-784f8f15a7f1_SetDate">
    <vt:lpwstr>2021-11-24T15:10:35Z</vt:lpwstr>
  </property>
  <property fmtid="{D5CDD505-2E9C-101B-9397-08002B2CF9AE}" pid="6" name="MSIP_Label_a6b84135-ab90-4b03-a415-784f8f15a7f1_Method">
    <vt:lpwstr>Privileged</vt:lpwstr>
  </property>
  <property fmtid="{D5CDD505-2E9C-101B-9397-08002B2CF9AE}" pid="7" name="MSIP_Label_a6b84135-ab90-4b03-a415-784f8f15a7f1_Name">
    <vt:lpwstr>a6b84135-ab90-4b03-a415-784f8f15a7f1</vt:lpwstr>
  </property>
  <property fmtid="{D5CDD505-2E9C-101B-9397-08002B2CF9AE}" pid="8" name="MSIP_Label_a6b84135-ab90-4b03-a415-784f8f15a7f1_SiteId">
    <vt:lpwstr>2882be50-2012-4d88-ac86-544124e120c8</vt:lpwstr>
  </property>
  <property fmtid="{D5CDD505-2E9C-101B-9397-08002B2CF9AE}" pid="9" name="MSIP_Label_a6b84135-ab90-4b03-a415-784f8f15a7f1_ActionId">
    <vt:lpwstr>df724807-c576-41f6-ab7f-6a1f567bcc3c</vt:lpwstr>
  </property>
  <property fmtid="{D5CDD505-2E9C-101B-9397-08002B2CF9AE}" pid="10" name="MSIP_Label_a6b84135-ab90-4b03-a415-784f8f15a7f1_ContentBits">
    <vt:lpwstr>0</vt:lpwstr>
  </property>
  <property fmtid="{D5CDD505-2E9C-101B-9397-08002B2CF9AE}" pid="11" name="MediaServiceImageTags">
    <vt:lpwstr/>
  </property>
  <property fmtid="{D5CDD505-2E9C-101B-9397-08002B2CF9AE}" pid="12" name="LegalHoldTag">
    <vt:lpwstr/>
  </property>
</Properties>
</file>